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36" w:type="pct"/>
        <w:jc w:val="center"/>
        <w:tblLayout w:type="fixed"/>
        <w:tblCellMar>
          <w:left w:w="70" w:type="dxa"/>
          <w:bottom w:w="57" w:type="dxa"/>
          <w:right w:w="70" w:type="dxa"/>
        </w:tblCellMar>
        <w:tblLook w:val="04A0" w:firstRow="1" w:lastRow="0" w:firstColumn="1" w:lastColumn="0" w:noHBand="0" w:noVBand="1"/>
      </w:tblPr>
      <w:tblGrid>
        <w:gridCol w:w="2200"/>
        <w:gridCol w:w="424"/>
        <w:gridCol w:w="464"/>
        <w:gridCol w:w="424"/>
        <w:gridCol w:w="426"/>
        <w:gridCol w:w="3299"/>
        <w:gridCol w:w="1276"/>
        <w:gridCol w:w="2528"/>
      </w:tblGrid>
      <w:tr w:rsidR="00BB31A9" w:rsidRPr="00F830A6" w:rsidTr="00656E3D">
        <w:trPr>
          <w:trHeight w:val="555"/>
          <w:jc w:val="center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4750FB"/>
            <w:noWrap/>
            <w:vAlign w:val="center"/>
            <w:hideMark/>
          </w:tcPr>
          <w:p w:rsidR="00BB31A9" w:rsidRPr="00636E0A" w:rsidRDefault="00BB31A9" w:rsidP="00654383">
            <w:pPr>
              <w:spacing w:after="0" w:line="240" w:lineRule="auto"/>
              <w:jc w:val="center"/>
              <w:rPr>
                <w:rFonts w:ascii="Comfortaa" w:eastAsia="Times New Roman" w:hAnsi="Comfortaa"/>
                <w:b/>
                <w:bCs/>
                <w:color w:val="F2F2F2"/>
                <w:sz w:val="36"/>
                <w:szCs w:val="36"/>
                <w:lang w:eastAsia="es-CO"/>
              </w:rPr>
            </w:pPr>
            <w:r w:rsidRPr="00636E0A">
              <w:rPr>
                <w:rFonts w:ascii="Comfortaa" w:eastAsia="Times New Roman" w:hAnsi="Comfortaa"/>
                <w:b/>
                <w:bCs/>
                <w:color w:val="F2F2F2"/>
                <w:sz w:val="32"/>
                <w:szCs w:val="36"/>
                <w:lang w:eastAsia="es-CO"/>
              </w:rPr>
              <w:t xml:space="preserve">Plantilla </w:t>
            </w:r>
            <w:r w:rsidR="00654383" w:rsidRPr="00636E0A">
              <w:rPr>
                <w:rFonts w:ascii="Comfortaa" w:eastAsia="Times New Roman" w:hAnsi="Comfortaa"/>
                <w:b/>
                <w:bCs/>
                <w:color w:val="F2F2F2"/>
                <w:sz w:val="32"/>
                <w:szCs w:val="36"/>
                <w:lang w:eastAsia="es-CO"/>
              </w:rPr>
              <w:t>Requerimiento de</w:t>
            </w:r>
            <w:r w:rsidRPr="00636E0A">
              <w:rPr>
                <w:rFonts w:ascii="Comfortaa" w:eastAsia="Times New Roman" w:hAnsi="Comfortaa"/>
                <w:b/>
                <w:bCs/>
                <w:color w:val="F2F2F2"/>
                <w:sz w:val="32"/>
                <w:szCs w:val="36"/>
                <w:lang w:eastAsia="es-CO"/>
              </w:rPr>
              <w:t xml:space="preserve"> </w:t>
            </w:r>
            <w:r w:rsidR="00FC3631" w:rsidRPr="00636E0A">
              <w:rPr>
                <w:rFonts w:ascii="Comfortaa" w:eastAsia="Times New Roman" w:hAnsi="Comfortaa"/>
                <w:b/>
                <w:bCs/>
                <w:color w:val="F2F2F2"/>
                <w:sz w:val="32"/>
                <w:szCs w:val="36"/>
                <w:lang w:eastAsia="es-CO"/>
              </w:rPr>
              <w:t>Procesos Nuevos</w:t>
            </w:r>
            <w:r w:rsidRPr="00636E0A">
              <w:rPr>
                <w:rFonts w:ascii="Comfortaa" w:eastAsia="Times New Roman" w:hAnsi="Comfortaa"/>
                <w:b/>
                <w:bCs/>
                <w:color w:val="F2F2F2"/>
                <w:sz w:val="32"/>
                <w:szCs w:val="36"/>
                <w:lang w:eastAsia="es-CO"/>
              </w:rPr>
              <w:t xml:space="preserve"> Integrador</w:t>
            </w:r>
          </w:p>
        </w:tc>
      </w:tr>
      <w:tr w:rsidR="008F7727" w:rsidRPr="00636E0A" w:rsidTr="00656E3D">
        <w:trPr>
          <w:trHeight w:val="334"/>
          <w:jc w:val="center"/>
        </w:trPr>
        <w:tc>
          <w:tcPr>
            <w:tcW w:w="99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BE5F1"/>
            <w:noWrap/>
            <w:vAlign w:val="center"/>
            <w:hideMark/>
          </w:tcPr>
          <w:p w:rsidR="00BB31A9" w:rsidRPr="00636E0A" w:rsidRDefault="00BB31A9" w:rsidP="00B244D9">
            <w:pPr>
              <w:spacing w:after="0" w:line="240" w:lineRule="auto"/>
              <w:rPr>
                <w:rFonts w:ascii="Roboto" w:eastAsia="Times New Roman" w:hAnsi="Roboto"/>
                <w:lang w:eastAsia="es-CO"/>
              </w:rPr>
            </w:pPr>
            <w:r w:rsidRPr="00636E0A">
              <w:rPr>
                <w:rFonts w:ascii="Roboto" w:eastAsia="Times New Roman" w:hAnsi="Roboto"/>
                <w:lang w:eastAsia="es-CO"/>
              </w:rPr>
              <w:t>Entidad*</w:t>
            </w:r>
          </w:p>
        </w:tc>
        <w:sdt>
          <w:sdtPr>
            <w:rPr>
              <w:rFonts w:ascii="Roboto" w:eastAsia="Times New Roman" w:hAnsi="Roboto"/>
              <w:color w:val="000000"/>
              <w:lang w:eastAsia="es-CO"/>
            </w:rPr>
            <w:id w:val="13625894"/>
            <w:placeholder>
              <w:docPart w:val="31838E271BE0482D9892B5BFB541D1E8"/>
            </w:placeholder>
            <w:showingPlcHdr/>
            <w:text/>
          </w:sdtPr>
          <w:sdtEndPr/>
          <w:sdtContent>
            <w:tc>
              <w:tcPr>
                <w:tcW w:w="2281" w:type="pct"/>
                <w:gridSpan w:val="5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8" w:space="0" w:color="000000"/>
                </w:tcBorders>
                <w:shd w:val="clear" w:color="auto" w:fill="auto"/>
                <w:noWrap/>
                <w:vAlign w:val="center"/>
                <w:hideMark/>
              </w:tcPr>
              <w:p w:rsidR="00BB31A9" w:rsidRPr="00636E0A" w:rsidRDefault="00EC7ADA" w:rsidP="00EC7ADA">
                <w:pPr>
                  <w:spacing w:after="0" w:line="240" w:lineRule="auto"/>
                  <w:rPr>
                    <w:rFonts w:ascii="Roboto" w:eastAsia="Times New Roman" w:hAnsi="Roboto"/>
                    <w:color w:val="000000"/>
                    <w:lang w:eastAsia="es-CO"/>
                  </w:rPr>
                </w:pPr>
                <w:r w:rsidRPr="00636E0A">
                  <w:rPr>
                    <w:rStyle w:val="Textodelmarcadordeposicin"/>
                    <w:rFonts w:ascii="Roboto" w:hAnsi="Roboto"/>
                  </w:rPr>
                  <w:t>Escribir texto.</w:t>
                </w:r>
              </w:p>
            </w:tc>
          </w:sdtContent>
        </w:sdt>
        <w:tc>
          <w:tcPr>
            <w:tcW w:w="5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BB31A9" w:rsidRPr="00636E0A" w:rsidRDefault="0034519A" w:rsidP="00256EF6">
            <w:pPr>
              <w:spacing w:after="0" w:line="240" w:lineRule="auto"/>
              <w:rPr>
                <w:rFonts w:ascii="Roboto" w:eastAsia="Times New Roman" w:hAnsi="Roboto"/>
                <w:lang w:eastAsia="es-CO"/>
              </w:rPr>
            </w:pPr>
            <w:r w:rsidRPr="00636E0A">
              <w:rPr>
                <w:rFonts w:ascii="Roboto" w:eastAsia="Times New Roman" w:hAnsi="Roboto"/>
                <w:lang w:eastAsia="es-CO"/>
              </w:rPr>
              <w:t>Fecha</w:t>
            </w:r>
            <w:r w:rsidR="00654383" w:rsidRPr="00636E0A">
              <w:rPr>
                <w:rFonts w:ascii="Roboto" w:eastAsia="Times New Roman" w:hAnsi="Roboto"/>
                <w:lang w:eastAsia="es-CO"/>
              </w:rPr>
              <w:t>*</w:t>
            </w:r>
          </w:p>
        </w:tc>
        <w:sdt>
          <w:sdtPr>
            <w:rPr>
              <w:rFonts w:ascii="Roboto" w:eastAsia="Times New Roman" w:hAnsi="Roboto"/>
              <w:lang w:eastAsia="es-CO"/>
            </w:rPr>
            <w:id w:val="13625854"/>
            <w:placeholder>
              <w:docPart w:val="9C5EBA67E2AD4038A5B6A2BAAE57E62D"/>
            </w:placeholder>
            <w:showingPlcHdr/>
            <w:text/>
          </w:sdtPr>
          <w:sdtEndPr/>
          <w:sdtContent>
            <w:tc>
              <w:tcPr>
                <w:tcW w:w="1145" w:type="pct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center"/>
                <w:hideMark/>
              </w:tcPr>
              <w:p w:rsidR="00BB31A9" w:rsidRPr="00636E0A" w:rsidRDefault="00EC7ADA" w:rsidP="00EC7ADA">
                <w:pPr>
                  <w:spacing w:after="0" w:line="240" w:lineRule="auto"/>
                  <w:rPr>
                    <w:rFonts w:ascii="Roboto" w:eastAsia="Times New Roman" w:hAnsi="Roboto"/>
                    <w:lang w:eastAsia="es-CO"/>
                  </w:rPr>
                </w:pPr>
                <w:r w:rsidRPr="00636E0A">
                  <w:rPr>
                    <w:rStyle w:val="Textodelmarcadordeposicin"/>
                    <w:rFonts w:ascii="Roboto" w:hAnsi="Roboto"/>
                  </w:rPr>
                  <w:t>dd/mm/aaaa</w:t>
                </w:r>
              </w:p>
            </w:tc>
          </w:sdtContent>
        </w:sdt>
      </w:tr>
      <w:tr w:rsidR="008F7727" w:rsidRPr="00636E0A" w:rsidTr="00656E3D">
        <w:trPr>
          <w:trHeight w:val="328"/>
          <w:jc w:val="center"/>
        </w:trPr>
        <w:tc>
          <w:tcPr>
            <w:tcW w:w="99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BE5F1"/>
            <w:noWrap/>
            <w:vAlign w:val="center"/>
            <w:hideMark/>
          </w:tcPr>
          <w:p w:rsidR="00BB31A9" w:rsidRPr="00636E0A" w:rsidRDefault="00BB31A9" w:rsidP="00B244D9">
            <w:pPr>
              <w:spacing w:after="0" w:line="240" w:lineRule="auto"/>
              <w:rPr>
                <w:rFonts w:ascii="Roboto" w:eastAsia="Times New Roman" w:hAnsi="Roboto"/>
                <w:lang w:eastAsia="es-CO"/>
              </w:rPr>
            </w:pPr>
            <w:r w:rsidRPr="00636E0A">
              <w:rPr>
                <w:rFonts w:ascii="Roboto" w:eastAsia="Times New Roman" w:hAnsi="Roboto"/>
                <w:lang w:eastAsia="es-CO"/>
              </w:rPr>
              <w:t>Contacto*</w:t>
            </w:r>
          </w:p>
        </w:tc>
        <w:sdt>
          <w:sdtPr>
            <w:rPr>
              <w:rFonts w:ascii="Roboto" w:eastAsia="Times New Roman" w:hAnsi="Roboto"/>
              <w:color w:val="000000"/>
              <w:lang w:eastAsia="es-CO"/>
            </w:rPr>
            <w:id w:val="13625911"/>
            <w:placeholder>
              <w:docPart w:val="693C6E1713784C30ADD00AC9B0D033ED"/>
            </w:placeholder>
            <w:showingPlcHdr/>
            <w:text/>
          </w:sdtPr>
          <w:sdtEndPr/>
          <w:sdtContent>
            <w:tc>
              <w:tcPr>
                <w:tcW w:w="2281" w:type="pct"/>
                <w:gridSpan w:val="5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8" w:space="0" w:color="000000"/>
                </w:tcBorders>
                <w:shd w:val="clear" w:color="auto" w:fill="auto"/>
                <w:noWrap/>
                <w:vAlign w:val="center"/>
                <w:hideMark/>
              </w:tcPr>
              <w:p w:rsidR="00BB31A9" w:rsidRPr="00636E0A" w:rsidRDefault="00EC7ADA" w:rsidP="00EC7ADA">
                <w:pPr>
                  <w:spacing w:after="0" w:line="240" w:lineRule="auto"/>
                  <w:rPr>
                    <w:rFonts w:ascii="Roboto" w:eastAsia="Times New Roman" w:hAnsi="Roboto"/>
                    <w:color w:val="000000"/>
                    <w:lang w:eastAsia="es-CO"/>
                  </w:rPr>
                </w:pPr>
                <w:r w:rsidRPr="00636E0A">
                  <w:rPr>
                    <w:rStyle w:val="Textodelmarcadordeposicin"/>
                    <w:rFonts w:ascii="Roboto" w:hAnsi="Roboto"/>
                  </w:rPr>
                  <w:t>Escribir texto.</w:t>
                </w:r>
              </w:p>
            </w:tc>
          </w:sdtContent>
        </w:sdt>
        <w:tc>
          <w:tcPr>
            <w:tcW w:w="5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BB31A9" w:rsidRPr="00636E0A" w:rsidRDefault="008573C0" w:rsidP="00B244D9">
            <w:pPr>
              <w:spacing w:after="0" w:line="240" w:lineRule="auto"/>
              <w:rPr>
                <w:rFonts w:ascii="Roboto" w:eastAsia="Times New Roman" w:hAnsi="Roboto"/>
                <w:lang w:eastAsia="es-CO"/>
              </w:rPr>
            </w:pPr>
            <w:r w:rsidRPr="00636E0A">
              <w:rPr>
                <w:rFonts w:ascii="Roboto" w:eastAsia="Times New Roman" w:hAnsi="Roboto"/>
                <w:lang w:eastAsia="es-CO"/>
              </w:rPr>
              <w:t>Teléfono(s)</w:t>
            </w:r>
            <w:r w:rsidR="00654383" w:rsidRPr="00636E0A">
              <w:rPr>
                <w:rFonts w:ascii="Roboto" w:eastAsia="Times New Roman" w:hAnsi="Roboto"/>
                <w:lang w:eastAsia="es-CO"/>
              </w:rPr>
              <w:t>*</w:t>
            </w:r>
          </w:p>
        </w:tc>
        <w:sdt>
          <w:sdtPr>
            <w:rPr>
              <w:rFonts w:ascii="Roboto" w:eastAsia="Times New Roman" w:hAnsi="Roboto"/>
              <w:lang w:eastAsia="es-CO"/>
            </w:rPr>
            <w:id w:val="13625913"/>
            <w:placeholder>
              <w:docPart w:val="88D27A70239E4EE8BFAC817FD0BBF61E"/>
            </w:placeholder>
            <w:showingPlcHdr/>
            <w:text/>
          </w:sdtPr>
          <w:sdtEndPr/>
          <w:sdtContent>
            <w:tc>
              <w:tcPr>
                <w:tcW w:w="1145" w:type="pct"/>
                <w:tcBorders>
                  <w:top w:val="nil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center"/>
                <w:hideMark/>
              </w:tcPr>
              <w:p w:rsidR="0006313F" w:rsidRPr="00636E0A" w:rsidRDefault="00EC7ADA" w:rsidP="00EC7ADA">
                <w:pPr>
                  <w:spacing w:after="0" w:line="240" w:lineRule="auto"/>
                  <w:rPr>
                    <w:rFonts w:ascii="Roboto" w:eastAsia="Times New Roman" w:hAnsi="Roboto"/>
                    <w:lang w:eastAsia="es-CO"/>
                  </w:rPr>
                </w:pPr>
                <w:r w:rsidRPr="00636E0A">
                  <w:rPr>
                    <w:rStyle w:val="Textodelmarcadordeposicin"/>
                    <w:rFonts w:ascii="Roboto" w:hAnsi="Roboto"/>
                  </w:rPr>
                  <w:t>Escribir texto.</w:t>
                </w:r>
              </w:p>
            </w:tc>
          </w:sdtContent>
        </w:sdt>
      </w:tr>
      <w:tr w:rsidR="00D57277" w:rsidRPr="00636E0A" w:rsidTr="00656E3D">
        <w:trPr>
          <w:trHeight w:val="334"/>
          <w:jc w:val="center"/>
        </w:trPr>
        <w:tc>
          <w:tcPr>
            <w:tcW w:w="99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BE5F1"/>
            <w:noWrap/>
            <w:vAlign w:val="center"/>
            <w:hideMark/>
          </w:tcPr>
          <w:p w:rsidR="00D57277" w:rsidRPr="00636E0A" w:rsidRDefault="00D57277" w:rsidP="00EC7ADA">
            <w:pPr>
              <w:spacing w:after="0" w:line="240" w:lineRule="auto"/>
              <w:rPr>
                <w:rFonts w:ascii="Roboto" w:eastAsia="Times New Roman" w:hAnsi="Roboto"/>
                <w:lang w:eastAsia="es-CO"/>
              </w:rPr>
            </w:pPr>
            <w:r w:rsidRPr="00636E0A">
              <w:rPr>
                <w:rFonts w:ascii="Roboto" w:eastAsia="Times New Roman" w:hAnsi="Roboto"/>
                <w:lang w:eastAsia="es-CO"/>
              </w:rPr>
              <w:t>Nombre Proceso*</w:t>
            </w:r>
          </w:p>
        </w:tc>
        <w:sdt>
          <w:sdtPr>
            <w:rPr>
              <w:rFonts w:ascii="Roboto" w:eastAsia="Times New Roman" w:hAnsi="Roboto"/>
              <w:lang w:eastAsia="es-CO"/>
            </w:rPr>
            <w:id w:val="13625915"/>
            <w:placeholder>
              <w:docPart w:val="7F3131B8B0164DFF80D29C103D74E8FC"/>
            </w:placeholder>
            <w:showingPlcHdr/>
            <w:text/>
          </w:sdtPr>
          <w:sdtEndPr/>
          <w:sdtContent>
            <w:tc>
              <w:tcPr>
                <w:tcW w:w="4004" w:type="pct"/>
                <w:gridSpan w:val="7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8" w:space="0" w:color="000000"/>
                </w:tcBorders>
                <w:shd w:val="clear" w:color="auto" w:fill="auto"/>
                <w:noWrap/>
                <w:vAlign w:val="center"/>
                <w:hideMark/>
              </w:tcPr>
              <w:p w:rsidR="00D57277" w:rsidRPr="00636E0A" w:rsidRDefault="00EC7ADA" w:rsidP="00EC7ADA">
                <w:pPr>
                  <w:spacing w:after="0" w:line="240" w:lineRule="auto"/>
                  <w:rPr>
                    <w:rFonts w:ascii="Roboto" w:eastAsia="Times New Roman" w:hAnsi="Roboto"/>
                    <w:lang w:eastAsia="es-CO"/>
                  </w:rPr>
                </w:pPr>
                <w:r w:rsidRPr="00636E0A">
                  <w:rPr>
                    <w:rStyle w:val="Textodelmarcadordeposicin"/>
                    <w:rFonts w:ascii="Roboto" w:hAnsi="Roboto"/>
                  </w:rPr>
                  <w:t>Escribir texto.</w:t>
                </w:r>
              </w:p>
            </w:tc>
          </w:sdtContent>
        </w:sdt>
      </w:tr>
      <w:tr w:rsidR="00656E3D" w:rsidRPr="00636E0A" w:rsidTr="00656E3D">
        <w:trPr>
          <w:trHeight w:val="334"/>
          <w:jc w:val="center"/>
        </w:trPr>
        <w:tc>
          <w:tcPr>
            <w:tcW w:w="99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BE5F1"/>
            <w:noWrap/>
            <w:vAlign w:val="center"/>
            <w:hideMark/>
          </w:tcPr>
          <w:p w:rsidR="00656E3D" w:rsidRPr="00636E0A" w:rsidRDefault="00656E3D" w:rsidP="00B244D9">
            <w:pPr>
              <w:spacing w:after="0" w:line="240" w:lineRule="auto"/>
              <w:rPr>
                <w:rFonts w:ascii="Roboto" w:eastAsia="Times New Roman" w:hAnsi="Roboto"/>
                <w:lang w:eastAsia="es-CO"/>
              </w:rPr>
            </w:pPr>
            <w:r w:rsidRPr="00636E0A">
              <w:rPr>
                <w:rFonts w:ascii="Roboto" w:eastAsia="Times New Roman" w:hAnsi="Roboto"/>
                <w:lang w:eastAsia="es-CO"/>
              </w:rPr>
              <w:t>Modulo(s) Afectado(s)</w:t>
            </w:r>
          </w:p>
        </w:tc>
        <w:sdt>
          <w:sdtPr>
            <w:rPr>
              <w:rFonts w:ascii="Roboto" w:eastAsia="Times New Roman" w:hAnsi="Roboto"/>
              <w:lang w:eastAsia="es-CO"/>
            </w:rPr>
            <w:id w:val="13626039"/>
            <w:placeholder>
              <w:docPart w:val="EB1112D6AC614A2A83036CEF92C08239"/>
            </w:placeholder>
            <w:showingPlcHdr/>
            <w:text/>
          </w:sdtPr>
          <w:sdtEndPr/>
          <w:sdtContent>
            <w:tc>
              <w:tcPr>
                <w:tcW w:w="4004" w:type="pct"/>
                <w:gridSpan w:val="7"/>
                <w:tcBorders>
                  <w:top w:val="single" w:sz="4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center"/>
                <w:hideMark/>
              </w:tcPr>
              <w:p w:rsidR="00656E3D" w:rsidRPr="00636E0A" w:rsidRDefault="00656E3D" w:rsidP="00B244D9">
                <w:pPr>
                  <w:spacing w:after="0" w:line="240" w:lineRule="auto"/>
                  <w:jc w:val="both"/>
                  <w:rPr>
                    <w:rFonts w:ascii="Roboto" w:eastAsia="Times New Roman" w:hAnsi="Roboto"/>
                    <w:lang w:eastAsia="es-CO"/>
                  </w:rPr>
                </w:pPr>
                <w:r w:rsidRPr="00636E0A">
                  <w:rPr>
                    <w:rStyle w:val="Textodelmarcadordeposicin"/>
                    <w:rFonts w:ascii="Roboto" w:hAnsi="Roboto"/>
                  </w:rPr>
                  <w:t>Escribir texto.</w:t>
                </w:r>
              </w:p>
            </w:tc>
          </w:sdtContent>
        </w:sdt>
      </w:tr>
      <w:tr w:rsidR="00465C3D" w:rsidRPr="00636E0A" w:rsidTr="00656E3D">
        <w:trPr>
          <w:trHeight w:val="334"/>
          <w:jc w:val="center"/>
        </w:trPr>
        <w:tc>
          <w:tcPr>
            <w:tcW w:w="99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BE5F1"/>
            <w:noWrap/>
            <w:vAlign w:val="center"/>
            <w:hideMark/>
          </w:tcPr>
          <w:p w:rsidR="00465C3D" w:rsidRPr="00636E0A" w:rsidRDefault="00465C3D" w:rsidP="00B244D9">
            <w:pPr>
              <w:spacing w:after="0" w:line="240" w:lineRule="auto"/>
              <w:rPr>
                <w:rFonts w:ascii="Roboto" w:eastAsia="Times New Roman" w:hAnsi="Roboto"/>
                <w:lang w:eastAsia="es-CO"/>
              </w:rPr>
            </w:pPr>
            <w:r w:rsidRPr="00636E0A">
              <w:rPr>
                <w:rFonts w:ascii="Roboto" w:eastAsia="Times New Roman" w:hAnsi="Roboto"/>
                <w:lang w:eastAsia="es-CO"/>
              </w:rPr>
              <w:t>Ruta</w:t>
            </w:r>
            <w:r w:rsidR="006677F6" w:rsidRPr="00636E0A">
              <w:rPr>
                <w:rFonts w:ascii="Roboto" w:eastAsia="Times New Roman" w:hAnsi="Roboto"/>
                <w:lang w:eastAsia="es-CO"/>
              </w:rPr>
              <w:t>(s)</w:t>
            </w:r>
          </w:p>
        </w:tc>
        <w:sdt>
          <w:sdtPr>
            <w:rPr>
              <w:rFonts w:ascii="Roboto" w:eastAsia="Times New Roman" w:hAnsi="Roboto"/>
              <w:lang w:eastAsia="es-CO"/>
            </w:rPr>
            <w:id w:val="13625922"/>
            <w:placeholder>
              <w:docPart w:val="6958C6003A224353B700461E21FBAD75"/>
            </w:placeholder>
            <w:showingPlcHdr/>
            <w:text w:multiLine="1"/>
          </w:sdtPr>
          <w:sdtEndPr/>
          <w:sdtContent>
            <w:tc>
              <w:tcPr>
                <w:tcW w:w="4004" w:type="pct"/>
                <w:gridSpan w:val="7"/>
                <w:tcBorders>
                  <w:top w:val="single" w:sz="4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center"/>
                <w:hideMark/>
              </w:tcPr>
              <w:p w:rsidR="00465C3D" w:rsidRPr="00636E0A" w:rsidRDefault="00EC7ADA" w:rsidP="00B244D9">
                <w:pPr>
                  <w:spacing w:after="0" w:line="240" w:lineRule="auto"/>
                  <w:jc w:val="both"/>
                  <w:rPr>
                    <w:rFonts w:ascii="Roboto" w:eastAsia="Times New Roman" w:hAnsi="Roboto"/>
                    <w:lang w:eastAsia="es-CO"/>
                  </w:rPr>
                </w:pPr>
                <w:r w:rsidRPr="00636E0A">
                  <w:rPr>
                    <w:rStyle w:val="Textodelmarcadordeposicin"/>
                    <w:rFonts w:ascii="Roboto" w:hAnsi="Roboto"/>
                  </w:rPr>
                  <w:t>Escribir texto.</w:t>
                </w:r>
              </w:p>
            </w:tc>
          </w:sdtContent>
        </w:sdt>
      </w:tr>
      <w:tr w:rsidR="00BB31A9" w:rsidRPr="00636E0A" w:rsidTr="00656E3D">
        <w:trPr>
          <w:trHeight w:val="319"/>
          <w:jc w:val="center"/>
        </w:trPr>
        <w:tc>
          <w:tcPr>
            <w:tcW w:w="99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BE5F1"/>
            <w:vAlign w:val="center"/>
            <w:hideMark/>
          </w:tcPr>
          <w:p w:rsidR="00BB31A9" w:rsidRPr="00636E0A" w:rsidRDefault="00D97472" w:rsidP="00D97472">
            <w:pPr>
              <w:spacing w:after="0" w:line="240" w:lineRule="auto"/>
              <w:rPr>
                <w:rFonts w:ascii="Roboto" w:eastAsia="Times New Roman" w:hAnsi="Roboto"/>
                <w:lang w:eastAsia="es-CO"/>
              </w:rPr>
            </w:pPr>
            <w:r w:rsidRPr="00636E0A">
              <w:rPr>
                <w:rFonts w:ascii="Roboto" w:eastAsia="Times New Roman" w:hAnsi="Roboto"/>
                <w:lang w:eastAsia="es-CO"/>
              </w:rPr>
              <w:t>Descripción Detallada</w:t>
            </w:r>
            <w:r w:rsidR="00BB31A9" w:rsidRPr="00636E0A">
              <w:rPr>
                <w:rFonts w:ascii="Roboto" w:eastAsia="Times New Roman" w:hAnsi="Roboto"/>
                <w:lang w:eastAsia="es-CO"/>
              </w:rPr>
              <w:t xml:space="preserve"> del </w:t>
            </w:r>
            <w:r w:rsidR="00B56DCD" w:rsidRPr="00636E0A">
              <w:rPr>
                <w:rFonts w:ascii="Roboto" w:eastAsia="Times New Roman" w:hAnsi="Roboto"/>
                <w:lang w:eastAsia="es-CO"/>
              </w:rPr>
              <w:t>Proceso</w:t>
            </w:r>
            <w:r w:rsidR="00BB31A9" w:rsidRPr="00636E0A">
              <w:rPr>
                <w:rFonts w:ascii="Roboto" w:eastAsia="Times New Roman" w:hAnsi="Roboto"/>
                <w:lang w:eastAsia="es-CO"/>
              </w:rPr>
              <w:t>*</w:t>
            </w:r>
          </w:p>
        </w:tc>
        <w:sdt>
          <w:sdtPr>
            <w:rPr>
              <w:rFonts w:ascii="Roboto" w:eastAsia="Times New Roman" w:hAnsi="Roboto"/>
              <w:lang w:eastAsia="es-CO"/>
            </w:rPr>
            <w:id w:val="13625929"/>
            <w:placeholder>
              <w:docPart w:val="C79647DA68264AFFB0B34C2B8FA42FE1"/>
            </w:placeholder>
            <w:showingPlcHdr/>
            <w:text w:multiLine="1"/>
          </w:sdtPr>
          <w:sdtEndPr/>
          <w:sdtContent>
            <w:tc>
              <w:tcPr>
                <w:tcW w:w="4004" w:type="pct"/>
                <w:gridSpan w:val="7"/>
                <w:vMerge w:val="restart"/>
                <w:tcBorders>
                  <w:top w:val="single" w:sz="8" w:space="0" w:color="auto"/>
                  <w:left w:val="single" w:sz="8" w:space="0" w:color="auto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noWrap/>
                <w:hideMark/>
              </w:tcPr>
              <w:p w:rsidR="00E5588C" w:rsidRPr="00636E0A" w:rsidRDefault="00EC7ADA" w:rsidP="00EC7ADA">
                <w:pPr>
                  <w:spacing w:after="0" w:line="240" w:lineRule="auto"/>
                  <w:rPr>
                    <w:rFonts w:ascii="Roboto" w:eastAsia="Times New Roman" w:hAnsi="Roboto"/>
                    <w:lang w:eastAsia="es-CO"/>
                  </w:rPr>
                </w:pPr>
                <w:r w:rsidRPr="00636E0A">
                  <w:rPr>
                    <w:rStyle w:val="Textodelmarcadordeposicin"/>
                    <w:rFonts w:ascii="Roboto" w:hAnsi="Roboto"/>
                  </w:rPr>
                  <w:t>Escribir texto.</w:t>
                </w:r>
              </w:p>
            </w:tc>
          </w:sdtContent>
        </w:sdt>
      </w:tr>
      <w:tr w:rsidR="00D97472" w:rsidRPr="00636E0A" w:rsidTr="00656E3D">
        <w:trPr>
          <w:trHeight w:val="319"/>
          <w:jc w:val="center"/>
        </w:trPr>
        <w:tc>
          <w:tcPr>
            <w:tcW w:w="99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BE5F1"/>
            <w:vAlign w:val="center"/>
            <w:hideMark/>
          </w:tcPr>
          <w:p w:rsidR="00D97472" w:rsidRPr="00636E0A" w:rsidRDefault="00D97472" w:rsidP="004D4C1A">
            <w:pPr>
              <w:spacing w:after="0" w:line="240" w:lineRule="auto"/>
              <w:rPr>
                <w:rFonts w:ascii="Roboto" w:eastAsia="Times New Roman" w:hAnsi="Roboto"/>
                <w:lang w:eastAsia="es-CO"/>
              </w:rPr>
            </w:pPr>
          </w:p>
        </w:tc>
        <w:tc>
          <w:tcPr>
            <w:tcW w:w="4004" w:type="pct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7472" w:rsidRPr="00636E0A" w:rsidRDefault="00D97472" w:rsidP="00044BFA">
            <w:pPr>
              <w:spacing w:after="0" w:line="240" w:lineRule="auto"/>
              <w:rPr>
                <w:rFonts w:ascii="Roboto" w:eastAsia="Times New Roman" w:hAnsi="Roboto"/>
                <w:color w:val="000000"/>
                <w:lang w:eastAsia="es-CO"/>
              </w:rPr>
            </w:pPr>
          </w:p>
        </w:tc>
      </w:tr>
      <w:tr w:rsidR="00BB31A9" w:rsidRPr="00636E0A" w:rsidTr="00656E3D">
        <w:trPr>
          <w:trHeight w:val="319"/>
          <w:jc w:val="center"/>
        </w:trPr>
        <w:tc>
          <w:tcPr>
            <w:tcW w:w="996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DBE5F1"/>
            <w:vAlign w:val="center"/>
            <w:hideMark/>
          </w:tcPr>
          <w:p w:rsidR="00BB31A9" w:rsidRPr="00636E0A" w:rsidRDefault="00BB31A9" w:rsidP="00B244D9">
            <w:pPr>
              <w:spacing w:after="0" w:line="240" w:lineRule="auto"/>
              <w:rPr>
                <w:rFonts w:ascii="Roboto" w:eastAsia="Times New Roman" w:hAnsi="Roboto"/>
                <w:lang w:eastAsia="es-CO"/>
              </w:rPr>
            </w:pPr>
          </w:p>
        </w:tc>
        <w:tc>
          <w:tcPr>
            <w:tcW w:w="4004" w:type="pct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B31A9" w:rsidRPr="00636E0A" w:rsidRDefault="00BB31A9" w:rsidP="00B244D9">
            <w:pPr>
              <w:spacing w:after="0" w:line="240" w:lineRule="auto"/>
              <w:rPr>
                <w:rFonts w:ascii="Roboto" w:eastAsia="Times New Roman" w:hAnsi="Roboto"/>
                <w:color w:val="000000"/>
                <w:lang w:eastAsia="es-CO"/>
              </w:rPr>
            </w:pPr>
          </w:p>
        </w:tc>
      </w:tr>
      <w:tr w:rsidR="00BB31A9" w:rsidRPr="00636E0A" w:rsidTr="00656E3D">
        <w:trPr>
          <w:trHeight w:val="319"/>
          <w:jc w:val="center"/>
        </w:trPr>
        <w:tc>
          <w:tcPr>
            <w:tcW w:w="996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DBE5F1"/>
            <w:vAlign w:val="center"/>
            <w:hideMark/>
          </w:tcPr>
          <w:p w:rsidR="00BB31A9" w:rsidRPr="00636E0A" w:rsidRDefault="00BB31A9" w:rsidP="00B244D9">
            <w:pPr>
              <w:spacing w:after="0" w:line="240" w:lineRule="auto"/>
              <w:rPr>
                <w:rFonts w:ascii="Roboto" w:eastAsia="Times New Roman" w:hAnsi="Roboto"/>
                <w:lang w:eastAsia="es-CO"/>
              </w:rPr>
            </w:pPr>
          </w:p>
        </w:tc>
        <w:tc>
          <w:tcPr>
            <w:tcW w:w="4004" w:type="pct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B31A9" w:rsidRPr="00636E0A" w:rsidRDefault="00BB31A9" w:rsidP="00B244D9">
            <w:pPr>
              <w:spacing w:after="0" w:line="240" w:lineRule="auto"/>
              <w:rPr>
                <w:rFonts w:ascii="Roboto" w:eastAsia="Times New Roman" w:hAnsi="Roboto"/>
                <w:color w:val="000000"/>
                <w:lang w:eastAsia="es-CO"/>
              </w:rPr>
            </w:pPr>
          </w:p>
        </w:tc>
      </w:tr>
      <w:tr w:rsidR="00BB31A9" w:rsidRPr="00636E0A" w:rsidTr="00656E3D">
        <w:trPr>
          <w:trHeight w:val="957"/>
          <w:jc w:val="center"/>
        </w:trPr>
        <w:tc>
          <w:tcPr>
            <w:tcW w:w="996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DBE5F1"/>
            <w:vAlign w:val="center"/>
            <w:hideMark/>
          </w:tcPr>
          <w:p w:rsidR="00BB31A9" w:rsidRPr="00636E0A" w:rsidRDefault="00BB31A9" w:rsidP="00B244D9">
            <w:pPr>
              <w:spacing w:after="0" w:line="240" w:lineRule="auto"/>
              <w:rPr>
                <w:rFonts w:ascii="Roboto" w:eastAsia="Times New Roman" w:hAnsi="Roboto"/>
                <w:lang w:eastAsia="es-CO"/>
              </w:rPr>
            </w:pPr>
          </w:p>
        </w:tc>
        <w:tc>
          <w:tcPr>
            <w:tcW w:w="4004" w:type="pct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B31A9" w:rsidRPr="00636E0A" w:rsidRDefault="00BB31A9" w:rsidP="00B244D9">
            <w:pPr>
              <w:spacing w:after="0" w:line="240" w:lineRule="auto"/>
              <w:rPr>
                <w:rFonts w:ascii="Roboto" w:eastAsia="Times New Roman" w:hAnsi="Roboto"/>
                <w:color w:val="000000"/>
                <w:lang w:eastAsia="es-CO"/>
              </w:rPr>
            </w:pPr>
          </w:p>
        </w:tc>
      </w:tr>
      <w:tr w:rsidR="00BB31A9" w:rsidRPr="00636E0A" w:rsidTr="00656E3D">
        <w:trPr>
          <w:trHeight w:val="319"/>
          <w:jc w:val="center"/>
        </w:trPr>
        <w:tc>
          <w:tcPr>
            <w:tcW w:w="996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DBE5F1"/>
            <w:vAlign w:val="center"/>
            <w:hideMark/>
          </w:tcPr>
          <w:p w:rsidR="00BB31A9" w:rsidRPr="00636E0A" w:rsidRDefault="00BB31A9" w:rsidP="00B244D9">
            <w:pPr>
              <w:spacing w:after="0" w:line="240" w:lineRule="auto"/>
              <w:rPr>
                <w:rFonts w:ascii="Roboto" w:eastAsia="Times New Roman" w:hAnsi="Roboto"/>
                <w:lang w:eastAsia="es-CO"/>
              </w:rPr>
            </w:pPr>
          </w:p>
        </w:tc>
        <w:tc>
          <w:tcPr>
            <w:tcW w:w="4004" w:type="pct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B31A9" w:rsidRPr="00636E0A" w:rsidRDefault="00BB31A9" w:rsidP="00B244D9">
            <w:pPr>
              <w:spacing w:after="0" w:line="240" w:lineRule="auto"/>
              <w:rPr>
                <w:rFonts w:ascii="Roboto" w:eastAsia="Times New Roman" w:hAnsi="Roboto"/>
                <w:color w:val="000000"/>
                <w:lang w:eastAsia="es-CO"/>
              </w:rPr>
            </w:pPr>
          </w:p>
        </w:tc>
      </w:tr>
      <w:tr w:rsidR="00BB31A9" w:rsidRPr="00636E0A" w:rsidTr="00656E3D">
        <w:trPr>
          <w:trHeight w:val="319"/>
          <w:jc w:val="center"/>
        </w:trPr>
        <w:tc>
          <w:tcPr>
            <w:tcW w:w="996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DBE5F1"/>
            <w:vAlign w:val="center"/>
            <w:hideMark/>
          </w:tcPr>
          <w:p w:rsidR="00BB31A9" w:rsidRPr="00636E0A" w:rsidRDefault="00BB31A9" w:rsidP="00B244D9">
            <w:pPr>
              <w:spacing w:after="0" w:line="240" w:lineRule="auto"/>
              <w:rPr>
                <w:rFonts w:ascii="Roboto" w:eastAsia="Times New Roman" w:hAnsi="Roboto"/>
                <w:lang w:eastAsia="es-CO"/>
              </w:rPr>
            </w:pPr>
          </w:p>
        </w:tc>
        <w:tc>
          <w:tcPr>
            <w:tcW w:w="4004" w:type="pct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B31A9" w:rsidRPr="00636E0A" w:rsidRDefault="00BB31A9" w:rsidP="00B244D9">
            <w:pPr>
              <w:spacing w:after="0" w:line="240" w:lineRule="auto"/>
              <w:rPr>
                <w:rFonts w:ascii="Roboto" w:eastAsia="Times New Roman" w:hAnsi="Roboto"/>
                <w:color w:val="000000"/>
                <w:lang w:eastAsia="es-CO"/>
              </w:rPr>
            </w:pPr>
          </w:p>
        </w:tc>
      </w:tr>
      <w:tr w:rsidR="00BB31A9" w:rsidRPr="00636E0A" w:rsidTr="00656E3D">
        <w:trPr>
          <w:trHeight w:val="319"/>
          <w:jc w:val="center"/>
        </w:trPr>
        <w:tc>
          <w:tcPr>
            <w:tcW w:w="996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DBE5F1"/>
            <w:vAlign w:val="center"/>
            <w:hideMark/>
          </w:tcPr>
          <w:p w:rsidR="00BB31A9" w:rsidRPr="00636E0A" w:rsidRDefault="00BB31A9" w:rsidP="00B244D9">
            <w:pPr>
              <w:spacing w:after="0" w:line="240" w:lineRule="auto"/>
              <w:rPr>
                <w:rFonts w:ascii="Roboto" w:eastAsia="Times New Roman" w:hAnsi="Roboto"/>
                <w:lang w:eastAsia="es-CO"/>
              </w:rPr>
            </w:pPr>
          </w:p>
        </w:tc>
        <w:tc>
          <w:tcPr>
            <w:tcW w:w="4004" w:type="pct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B31A9" w:rsidRPr="00636E0A" w:rsidRDefault="00BB31A9" w:rsidP="00B244D9">
            <w:pPr>
              <w:spacing w:after="0" w:line="240" w:lineRule="auto"/>
              <w:rPr>
                <w:rFonts w:ascii="Roboto" w:eastAsia="Times New Roman" w:hAnsi="Roboto"/>
                <w:color w:val="000000"/>
                <w:lang w:eastAsia="es-CO"/>
              </w:rPr>
            </w:pPr>
          </w:p>
        </w:tc>
      </w:tr>
      <w:tr w:rsidR="00BB31A9" w:rsidRPr="00636E0A" w:rsidTr="00656E3D">
        <w:trPr>
          <w:trHeight w:val="269"/>
          <w:jc w:val="center"/>
        </w:trPr>
        <w:tc>
          <w:tcPr>
            <w:tcW w:w="996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DBE5F1"/>
            <w:vAlign w:val="center"/>
            <w:hideMark/>
          </w:tcPr>
          <w:p w:rsidR="00BB31A9" w:rsidRPr="00636E0A" w:rsidRDefault="00BB31A9" w:rsidP="00B244D9">
            <w:pPr>
              <w:spacing w:after="0" w:line="240" w:lineRule="auto"/>
              <w:rPr>
                <w:rFonts w:ascii="Roboto" w:eastAsia="Times New Roman" w:hAnsi="Roboto"/>
                <w:lang w:eastAsia="es-CO"/>
              </w:rPr>
            </w:pPr>
          </w:p>
        </w:tc>
        <w:tc>
          <w:tcPr>
            <w:tcW w:w="4004" w:type="pct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B31A9" w:rsidRPr="00636E0A" w:rsidRDefault="00BB31A9" w:rsidP="00B244D9">
            <w:pPr>
              <w:spacing w:after="0" w:line="240" w:lineRule="auto"/>
              <w:rPr>
                <w:rFonts w:ascii="Roboto" w:eastAsia="Times New Roman" w:hAnsi="Roboto"/>
                <w:color w:val="000000"/>
                <w:lang w:eastAsia="es-CO"/>
              </w:rPr>
            </w:pPr>
          </w:p>
        </w:tc>
      </w:tr>
      <w:tr w:rsidR="00846103" w:rsidRPr="00636E0A" w:rsidTr="00656E3D">
        <w:trPr>
          <w:trHeight w:val="319"/>
          <w:jc w:val="center"/>
        </w:trPr>
        <w:tc>
          <w:tcPr>
            <w:tcW w:w="996" w:type="pc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DBE5F1"/>
            <w:noWrap/>
            <w:vAlign w:val="center"/>
            <w:hideMark/>
          </w:tcPr>
          <w:p w:rsidR="00846103" w:rsidRPr="00636E0A" w:rsidRDefault="00846103" w:rsidP="00E8675D">
            <w:pPr>
              <w:spacing w:after="0" w:line="240" w:lineRule="auto"/>
              <w:rPr>
                <w:rFonts w:ascii="Roboto" w:eastAsia="Times New Roman" w:hAnsi="Roboto"/>
                <w:lang w:eastAsia="es-CO"/>
              </w:rPr>
            </w:pPr>
          </w:p>
          <w:p w:rsidR="00846103" w:rsidRPr="00636E0A" w:rsidRDefault="00661EBE" w:rsidP="00661EBE">
            <w:pPr>
              <w:spacing w:after="0" w:line="240" w:lineRule="auto"/>
              <w:rPr>
                <w:rFonts w:ascii="Roboto" w:eastAsia="Times New Roman" w:hAnsi="Roboto"/>
                <w:lang w:eastAsia="es-CO"/>
              </w:rPr>
            </w:pPr>
            <w:r w:rsidRPr="00636E0A">
              <w:rPr>
                <w:rFonts w:ascii="Roboto" w:eastAsia="Times New Roman" w:hAnsi="Roboto"/>
                <w:lang w:eastAsia="es-CO"/>
              </w:rPr>
              <w:t xml:space="preserve">Ejemplificación de </w:t>
            </w:r>
            <w:r w:rsidR="00846103" w:rsidRPr="00636E0A">
              <w:rPr>
                <w:rFonts w:ascii="Roboto" w:eastAsia="Times New Roman" w:hAnsi="Roboto"/>
                <w:lang w:eastAsia="es-CO"/>
              </w:rPr>
              <w:t>C</w:t>
            </w:r>
            <w:r w:rsidRPr="00636E0A">
              <w:rPr>
                <w:rFonts w:ascii="Roboto" w:eastAsia="Times New Roman" w:hAnsi="Roboto"/>
                <w:lang w:eastAsia="es-CO"/>
              </w:rPr>
              <w:t xml:space="preserve">álculos y </w:t>
            </w:r>
            <w:r w:rsidR="00846103" w:rsidRPr="00636E0A">
              <w:rPr>
                <w:rFonts w:ascii="Roboto" w:eastAsia="Times New Roman" w:hAnsi="Roboto"/>
                <w:lang w:eastAsia="es-CO"/>
              </w:rPr>
              <w:t xml:space="preserve">Fórmulas </w:t>
            </w:r>
          </w:p>
          <w:p w:rsidR="00661EBE" w:rsidRPr="00636E0A" w:rsidRDefault="00661EBE" w:rsidP="00661EBE">
            <w:pPr>
              <w:spacing w:after="0" w:line="240" w:lineRule="auto"/>
              <w:rPr>
                <w:rFonts w:ascii="Roboto" w:eastAsia="Times New Roman" w:hAnsi="Roboto"/>
                <w:lang w:eastAsia="es-CO"/>
              </w:rPr>
            </w:pPr>
          </w:p>
        </w:tc>
        <w:tc>
          <w:tcPr>
            <w:tcW w:w="4004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846103" w:rsidRPr="00636E0A" w:rsidRDefault="00661EBE" w:rsidP="00E8675D">
            <w:pPr>
              <w:spacing w:after="0" w:line="240" w:lineRule="auto"/>
              <w:jc w:val="both"/>
              <w:rPr>
                <w:rFonts w:ascii="Roboto" w:eastAsia="Times New Roman" w:hAnsi="Roboto"/>
                <w:color w:val="000000"/>
                <w:lang w:eastAsia="es-CO"/>
              </w:rPr>
            </w:pPr>
            <w:r w:rsidRPr="00636E0A">
              <w:rPr>
                <w:rFonts w:ascii="Roboto" w:eastAsia="Times New Roman" w:hAnsi="Roboto"/>
                <w:color w:val="000000"/>
                <w:lang w:eastAsia="es-CO"/>
              </w:rPr>
              <w:t>Describa aquí detalladamente con ejemplos la aplica</w:t>
            </w:r>
            <w:r w:rsidR="00210183" w:rsidRPr="00636E0A">
              <w:rPr>
                <w:rFonts w:ascii="Roboto" w:eastAsia="Times New Roman" w:hAnsi="Roboto"/>
                <w:color w:val="000000"/>
                <w:lang w:eastAsia="es-CO"/>
              </w:rPr>
              <w:t>c</w:t>
            </w:r>
            <w:r w:rsidRPr="00636E0A">
              <w:rPr>
                <w:rFonts w:ascii="Roboto" w:eastAsia="Times New Roman" w:hAnsi="Roboto"/>
                <w:color w:val="000000"/>
                <w:lang w:eastAsia="es-CO"/>
              </w:rPr>
              <w:t>ión de cálculos y fórmulas implicadas en el proceso.</w:t>
            </w:r>
          </w:p>
          <w:sdt>
            <w:sdtPr>
              <w:rPr>
                <w:rFonts w:ascii="Roboto" w:eastAsia="Times New Roman" w:hAnsi="Roboto"/>
                <w:color w:val="000000"/>
                <w:lang w:eastAsia="es-CO"/>
              </w:rPr>
              <w:id w:val="13625932"/>
              <w:placeholder>
                <w:docPart w:val="00CCA76DE9004F4898EE84D5AEBBDC53"/>
              </w:placeholder>
              <w:showingPlcHdr/>
              <w:text w:multiLine="1"/>
            </w:sdtPr>
            <w:sdtEndPr/>
            <w:sdtContent>
              <w:p w:rsidR="0005492E" w:rsidRPr="00636E0A" w:rsidRDefault="00EC7ADA" w:rsidP="00EC7ADA">
                <w:pPr>
                  <w:spacing w:after="0" w:line="240" w:lineRule="auto"/>
                  <w:jc w:val="both"/>
                  <w:rPr>
                    <w:rFonts w:ascii="Roboto" w:eastAsia="Times New Roman" w:hAnsi="Roboto"/>
                    <w:color w:val="000000"/>
                    <w:lang w:eastAsia="es-CO"/>
                  </w:rPr>
                </w:pPr>
                <w:r w:rsidRPr="00636E0A">
                  <w:rPr>
                    <w:rStyle w:val="Textodelmarcadordeposicin"/>
                    <w:rFonts w:ascii="Roboto" w:hAnsi="Roboto"/>
                  </w:rPr>
                  <w:t>Escribir texto.</w:t>
                </w:r>
              </w:p>
            </w:sdtContent>
          </w:sdt>
        </w:tc>
      </w:tr>
      <w:tr w:rsidR="00656E3D" w:rsidRPr="00636E0A" w:rsidTr="00656E3D">
        <w:trPr>
          <w:trHeight w:val="269"/>
          <w:jc w:val="center"/>
        </w:trPr>
        <w:tc>
          <w:tcPr>
            <w:tcW w:w="996" w:type="pct"/>
            <w:vMerge w:val="restart"/>
            <w:tcBorders>
              <w:top w:val="single" w:sz="8" w:space="0" w:color="000000"/>
              <w:left w:val="single" w:sz="8" w:space="0" w:color="auto"/>
              <w:right w:val="nil"/>
            </w:tcBorders>
            <w:shd w:val="clear" w:color="auto" w:fill="DBE5F1"/>
            <w:noWrap/>
            <w:vAlign w:val="center"/>
            <w:hideMark/>
          </w:tcPr>
          <w:p w:rsidR="00E30CD1" w:rsidRPr="00636E0A" w:rsidRDefault="00E30CD1" w:rsidP="00E30CD1">
            <w:pPr>
              <w:spacing w:after="0" w:line="240" w:lineRule="auto"/>
              <w:rPr>
                <w:rFonts w:ascii="Roboto" w:eastAsia="Times New Roman" w:hAnsi="Roboto"/>
                <w:lang w:eastAsia="es-CO"/>
              </w:rPr>
            </w:pPr>
            <w:r w:rsidRPr="00636E0A">
              <w:rPr>
                <w:rFonts w:ascii="Roboto" w:eastAsia="Times New Roman" w:hAnsi="Roboto"/>
                <w:lang w:eastAsia="es-CO"/>
              </w:rPr>
              <w:t>Requiere informe(s)?</w:t>
            </w:r>
            <w:r w:rsidR="0091415B" w:rsidRPr="00636E0A">
              <w:rPr>
                <w:rFonts w:ascii="Roboto" w:eastAsia="Times New Roman" w:hAnsi="Roboto"/>
                <w:lang w:eastAsia="es-CO"/>
              </w:rPr>
              <w:t>*</w:t>
            </w:r>
          </w:p>
        </w:tc>
        <w:tc>
          <w:tcPr>
            <w:tcW w:w="192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BE5F1"/>
            <w:noWrap/>
            <w:vAlign w:val="center"/>
            <w:hideMark/>
          </w:tcPr>
          <w:p w:rsidR="00E30CD1" w:rsidRPr="00636E0A" w:rsidRDefault="00E30CD1" w:rsidP="00E30CD1">
            <w:pPr>
              <w:spacing w:after="0" w:line="240" w:lineRule="auto"/>
              <w:jc w:val="center"/>
              <w:rPr>
                <w:rFonts w:ascii="Roboto" w:eastAsia="Times New Roman" w:hAnsi="Roboto"/>
                <w:sz w:val="20"/>
                <w:szCs w:val="20"/>
                <w:lang w:eastAsia="es-CO"/>
              </w:rPr>
            </w:pPr>
            <w:r w:rsidRPr="00636E0A">
              <w:rPr>
                <w:rFonts w:ascii="Roboto" w:eastAsia="Times New Roman" w:hAnsi="Roboto"/>
                <w:sz w:val="20"/>
                <w:szCs w:val="20"/>
                <w:lang w:eastAsia="es-CO"/>
              </w:rPr>
              <w:t>SI</w:t>
            </w:r>
          </w:p>
        </w:tc>
        <w:sdt>
          <w:sdtPr>
            <w:rPr>
              <w:rFonts w:ascii="Roboto" w:eastAsia="Times New Roman" w:hAnsi="Roboto"/>
              <w:lang w:eastAsia="es-CO"/>
            </w:rPr>
            <w:id w:val="13625939"/>
            <w:placeholder>
              <w:docPart w:val="8D70A6E1463F4213888ECFF20768BA38"/>
            </w:placeholder>
            <w:temporary/>
            <w:showingPlcHdr/>
            <w:text/>
          </w:sdtPr>
          <w:sdtEndPr/>
          <w:sdtContent>
            <w:tc>
              <w:tcPr>
                <w:tcW w:w="210" w:type="pct"/>
                <w:tcBorders>
                  <w:top w:val="single" w:sz="8" w:space="0" w:color="auto"/>
                  <w:left w:val="single" w:sz="8" w:space="0" w:color="auto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</w:tcPr>
              <w:p w:rsidR="00E30CD1" w:rsidRPr="00636E0A" w:rsidRDefault="002E665D" w:rsidP="002E665D">
                <w:pPr>
                  <w:spacing w:after="0" w:line="240" w:lineRule="auto"/>
                  <w:rPr>
                    <w:rFonts w:ascii="Roboto" w:eastAsia="Times New Roman" w:hAnsi="Roboto"/>
                    <w:lang w:eastAsia="es-CO"/>
                  </w:rPr>
                </w:pPr>
                <w:r w:rsidRPr="00636E0A">
                  <w:rPr>
                    <w:rFonts w:ascii="Roboto" w:eastAsia="Times New Roman" w:hAnsi="Roboto"/>
                    <w:lang w:eastAsia="es-CO"/>
                  </w:rPr>
                  <w:t xml:space="preserve">   </w:t>
                </w:r>
              </w:p>
            </w:tc>
          </w:sdtContent>
        </w:sdt>
        <w:tc>
          <w:tcPr>
            <w:tcW w:w="192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BE5F1"/>
            <w:vAlign w:val="center"/>
          </w:tcPr>
          <w:p w:rsidR="00E30CD1" w:rsidRPr="00636E0A" w:rsidRDefault="00E30CD1" w:rsidP="00E30CD1">
            <w:pPr>
              <w:spacing w:after="0" w:line="240" w:lineRule="auto"/>
              <w:jc w:val="center"/>
              <w:rPr>
                <w:rFonts w:ascii="Roboto" w:eastAsia="Times New Roman" w:hAnsi="Roboto"/>
                <w:sz w:val="20"/>
                <w:szCs w:val="20"/>
                <w:lang w:eastAsia="es-CO"/>
              </w:rPr>
            </w:pPr>
            <w:r w:rsidRPr="00636E0A">
              <w:rPr>
                <w:rFonts w:ascii="Roboto" w:eastAsia="Times New Roman" w:hAnsi="Roboto"/>
                <w:sz w:val="20"/>
                <w:szCs w:val="20"/>
                <w:lang w:eastAsia="es-CO"/>
              </w:rPr>
              <w:t>NO</w:t>
            </w:r>
          </w:p>
        </w:tc>
        <w:sdt>
          <w:sdtPr>
            <w:rPr>
              <w:rFonts w:ascii="Roboto" w:eastAsia="Times New Roman" w:hAnsi="Roboto"/>
              <w:lang w:eastAsia="es-CO"/>
            </w:rPr>
            <w:id w:val="13625972"/>
            <w:placeholder>
              <w:docPart w:val="388B1F39945746C99717BF2939D67445"/>
            </w:placeholder>
            <w:temporary/>
            <w:showingPlcHdr/>
            <w:text/>
          </w:sdtPr>
          <w:sdtEndPr/>
          <w:sdtContent>
            <w:tc>
              <w:tcPr>
                <w:tcW w:w="193" w:type="pct"/>
                <w:tcBorders>
                  <w:top w:val="single" w:sz="8" w:space="0" w:color="auto"/>
                  <w:left w:val="single" w:sz="8" w:space="0" w:color="auto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</w:tcPr>
              <w:p w:rsidR="00E30CD1" w:rsidRPr="00636E0A" w:rsidRDefault="002E665D" w:rsidP="00E30CD1">
                <w:pPr>
                  <w:spacing w:after="0" w:line="240" w:lineRule="auto"/>
                  <w:jc w:val="center"/>
                  <w:rPr>
                    <w:rFonts w:ascii="Roboto" w:eastAsia="Times New Roman" w:hAnsi="Roboto"/>
                    <w:lang w:eastAsia="es-CO"/>
                  </w:rPr>
                </w:pPr>
                <w:r w:rsidRPr="00636E0A">
                  <w:rPr>
                    <w:rFonts w:ascii="Roboto" w:eastAsia="Times New Roman" w:hAnsi="Roboto"/>
                    <w:lang w:eastAsia="es-CO"/>
                  </w:rPr>
                  <w:t xml:space="preserve">   </w:t>
                </w:r>
              </w:p>
            </w:tc>
          </w:sdtContent>
        </w:sdt>
        <w:tc>
          <w:tcPr>
            <w:tcW w:w="3217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BE5F1"/>
            <w:vAlign w:val="center"/>
          </w:tcPr>
          <w:p w:rsidR="00E30CD1" w:rsidRPr="00636E0A" w:rsidRDefault="00E30CD1" w:rsidP="008E6790">
            <w:pPr>
              <w:spacing w:after="0" w:line="240" w:lineRule="auto"/>
              <w:jc w:val="center"/>
              <w:rPr>
                <w:rFonts w:ascii="Roboto" w:eastAsia="Times New Roman" w:hAnsi="Roboto"/>
                <w:lang w:eastAsia="es-CO"/>
              </w:rPr>
            </w:pPr>
            <w:r w:rsidRPr="00636E0A">
              <w:rPr>
                <w:rFonts w:ascii="Roboto" w:eastAsia="Times New Roman" w:hAnsi="Roboto"/>
                <w:lang w:eastAsia="es-CO"/>
              </w:rPr>
              <w:t>Descripción de Informes (Filtros, Agrupamientos y Campos)</w:t>
            </w:r>
          </w:p>
        </w:tc>
      </w:tr>
      <w:tr w:rsidR="00E30CD1" w:rsidRPr="00636E0A" w:rsidTr="00656E3D">
        <w:trPr>
          <w:trHeight w:val="544"/>
          <w:jc w:val="center"/>
        </w:trPr>
        <w:tc>
          <w:tcPr>
            <w:tcW w:w="996" w:type="pct"/>
            <w:vMerge/>
            <w:tcBorders>
              <w:left w:val="single" w:sz="8" w:space="0" w:color="auto"/>
              <w:bottom w:val="single" w:sz="8" w:space="0" w:color="000000"/>
              <w:right w:val="nil"/>
            </w:tcBorders>
            <w:shd w:val="clear" w:color="auto" w:fill="DBE5F1"/>
            <w:noWrap/>
            <w:vAlign w:val="center"/>
            <w:hideMark/>
          </w:tcPr>
          <w:p w:rsidR="00E30CD1" w:rsidRPr="00636E0A" w:rsidRDefault="00E30CD1" w:rsidP="00B52C41">
            <w:pPr>
              <w:spacing w:after="0" w:line="240" w:lineRule="auto"/>
              <w:jc w:val="center"/>
              <w:rPr>
                <w:rFonts w:ascii="Roboto" w:eastAsia="Times New Roman" w:hAnsi="Roboto"/>
                <w:lang w:eastAsia="es-CO"/>
              </w:rPr>
            </w:pPr>
          </w:p>
        </w:tc>
        <w:sdt>
          <w:sdtPr>
            <w:rPr>
              <w:rFonts w:ascii="Roboto" w:eastAsia="Times New Roman" w:hAnsi="Roboto"/>
              <w:lang w:eastAsia="es-CO"/>
            </w:rPr>
            <w:id w:val="13625981"/>
            <w:placeholder>
              <w:docPart w:val="7D5EC0DA12814F2DB4F7394F8D75B202"/>
            </w:placeholder>
            <w:showingPlcHdr/>
            <w:text w:multiLine="1"/>
          </w:sdtPr>
          <w:sdtEndPr/>
          <w:sdtContent>
            <w:tc>
              <w:tcPr>
                <w:tcW w:w="4004" w:type="pct"/>
                <w:gridSpan w:val="7"/>
                <w:tcBorders>
                  <w:top w:val="single" w:sz="8" w:space="0" w:color="000000"/>
                  <w:left w:val="single" w:sz="8" w:space="0" w:color="auto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noWrap/>
                <w:hideMark/>
              </w:tcPr>
              <w:p w:rsidR="007B68BC" w:rsidRPr="00636E0A" w:rsidRDefault="002E665D" w:rsidP="00120AA6">
                <w:pPr>
                  <w:spacing w:after="0" w:line="240" w:lineRule="auto"/>
                  <w:jc w:val="both"/>
                  <w:rPr>
                    <w:rFonts w:ascii="Roboto" w:eastAsia="Times New Roman" w:hAnsi="Roboto"/>
                    <w:lang w:eastAsia="es-CO"/>
                  </w:rPr>
                </w:pPr>
                <w:r w:rsidRPr="00636E0A">
                  <w:rPr>
                    <w:rStyle w:val="Textodelmarcadordeposicin"/>
                    <w:rFonts w:ascii="Roboto" w:hAnsi="Roboto"/>
                  </w:rPr>
                  <w:t>Escribir texto.</w:t>
                </w:r>
              </w:p>
            </w:tc>
          </w:sdtContent>
        </w:sdt>
      </w:tr>
      <w:tr w:rsidR="00386386" w:rsidRPr="00636E0A" w:rsidTr="00656E3D">
        <w:trPr>
          <w:trHeight w:val="319"/>
          <w:jc w:val="center"/>
        </w:trPr>
        <w:tc>
          <w:tcPr>
            <w:tcW w:w="996" w:type="pc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DBE5F1"/>
            <w:noWrap/>
            <w:vAlign w:val="center"/>
            <w:hideMark/>
          </w:tcPr>
          <w:p w:rsidR="008E6790" w:rsidRPr="00636E0A" w:rsidRDefault="008E6790" w:rsidP="00B33273">
            <w:pPr>
              <w:spacing w:after="0" w:line="240" w:lineRule="auto"/>
              <w:rPr>
                <w:rFonts w:ascii="Roboto" w:eastAsia="Times New Roman" w:hAnsi="Roboto"/>
                <w:lang w:eastAsia="es-CO"/>
              </w:rPr>
            </w:pPr>
          </w:p>
          <w:p w:rsidR="00B33273" w:rsidRPr="00636E0A" w:rsidRDefault="00B33273" w:rsidP="00B33273">
            <w:pPr>
              <w:spacing w:after="0" w:line="240" w:lineRule="auto"/>
              <w:rPr>
                <w:rFonts w:ascii="Roboto" w:eastAsia="Times New Roman" w:hAnsi="Roboto"/>
                <w:lang w:eastAsia="es-CO"/>
              </w:rPr>
            </w:pPr>
            <w:r w:rsidRPr="00636E0A">
              <w:rPr>
                <w:rFonts w:ascii="Roboto" w:eastAsia="Times New Roman" w:hAnsi="Roboto"/>
                <w:lang w:eastAsia="es-CO"/>
              </w:rPr>
              <w:t xml:space="preserve">Imágenes y </w:t>
            </w:r>
          </w:p>
          <w:p w:rsidR="00663D46" w:rsidRPr="00636E0A" w:rsidRDefault="00B33273" w:rsidP="004D4C1A">
            <w:pPr>
              <w:spacing w:after="0" w:line="240" w:lineRule="auto"/>
              <w:rPr>
                <w:rFonts w:ascii="Roboto" w:eastAsia="Times New Roman" w:hAnsi="Roboto"/>
                <w:lang w:eastAsia="es-CO"/>
              </w:rPr>
            </w:pPr>
            <w:r w:rsidRPr="00636E0A">
              <w:rPr>
                <w:rFonts w:ascii="Roboto" w:eastAsia="Times New Roman" w:hAnsi="Roboto"/>
                <w:lang w:eastAsia="es-CO"/>
              </w:rPr>
              <w:t>Prototipos</w:t>
            </w:r>
          </w:p>
          <w:p w:rsidR="008E6790" w:rsidRPr="00636E0A" w:rsidRDefault="008E6790" w:rsidP="004D4C1A">
            <w:pPr>
              <w:spacing w:after="0" w:line="240" w:lineRule="auto"/>
              <w:rPr>
                <w:rFonts w:ascii="Roboto" w:eastAsia="Times New Roman" w:hAnsi="Roboto"/>
                <w:lang w:eastAsia="es-CO"/>
              </w:rPr>
            </w:pPr>
          </w:p>
        </w:tc>
        <w:sdt>
          <w:sdtPr>
            <w:rPr>
              <w:rFonts w:ascii="Roboto" w:eastAsia="Times New Roman" w:hAnsi="Roboto"/>
              <w:color w:val="000000"/>
              <w:lang w:eastAsia="es-CO"/>
            </w:rPr>
            <w:id w:val="13625983"/>
            <w:showingPlcHdr/>
            <w:picture/>
          </w:sdtPr>
          <w:sdtEndPr/>
          <w:sdtContent>
            <w:tc>
              <w:tcPr>
                <w:tcW w:w="4004" w:type="pct"/>
                <w:gridSpan w:val="7"/>
                <w:tcBorders>
                  <w:top w:val="single" w:sz="8" w:space="0" w:color="auto"/>
                  <w:left w:val="single" w:sz="8" w:space="0" w:color="auto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noWrap/>
                <w:hideMark/>
              </w:tcPr>
              <w:p w:rsidR="00386386" w:rsidRPr="00636E0A" w:rsidRDefault="002E665D" w:rsidP="00120AA6">
                <w:pPr>
                  <w:spacing w:after="0" w:line="240" w:lineRule="auto"/>
                  <w:jc w:val="both"/>
                  <w:rPr>
                    <w:rFonts w:ascii="Roboto" w:eastAsia="Times New Roman" w:hAnsi="Roboto"/>
                    <w:color w:val="000000"/>
                    <w:lang w:eastAsia="es-CO"/>
                  </w:rPr>
                </w:pPr>
                <w:r w:rsidRPr="00636E0A">
                  <w:rPr>
                    <w:rFonts w:ascii="Roboto" w:eastAsia="Times New Roman" w:hAnsi="Roboto"/>
                    <w:color w:val="000000"/>
                    <w:lang w:eastAsia="es-CO"/>
                  </w:rPr>
                  <w:drawing>
                    <wp:inline distT="0" distB="0" distL="0" distR="0" wp14:anchorId="0A8D4D09" wp14:editId="69D1000C">
                      <wp:extent cx="5491096" cy="2030680"/>
                      <wp:effectExtent l="19050" t="0" r="0" b="0"/>
                      <wp:docPr id="5" name="Imagen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533132" cy="2046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31159F" w:rsidRPr="00636E0A" w:rsidTr="00656E3D">
        <w:trPr>
          <w:trHeight w:val="319"/>
          <w:jc w:val="center"/>
        </w:trPr>
        <w:tc>
          <w:tcPr>
            <w:tcW w:w="996" w:type="pc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DBE5F1"/>
            <w:noWrap/>
            <w:vAlign w:val="center"/>
            <w:hideMark/>
          </w:tcPr>
          <w:p w:rsidR="00544258" w:rsidRPr="00636E0A" w:rsidRDefault="00544258" w:rsidP="004D4C1A">
            <w:pPr>
              <w:spacing w:after="0" w:line="240" w:lineRule="auto"/>
              <w:rPr>
                <w:rFonts w:ascii="Roboto" w:eastAsia="Times New Roman" w:hAnsi="Roboto"/>
                <w:lang w:eastAsia="es-CO"/>
              </w:rPr>
            </w:pPr>
          </w:p>
          <w:p w:rsidR="00544258" w:rsidRPr="00636E0A" w:rsidRDefault="0031159F" w:rsidP="004D4C1A">
            <w:pPr>
              <w:spacing w:after="0" w:line="240" w:lineRule="auto"/>
              <w:rPr>
                <w:rFonts w:ascii="Roboto" w:eastAsia="Times New Roman" w:hAnsi="Roboto"/>
                <w:lang w:eastAsia="es-CO"/>
              </w:rPr>
            </w:pPr>
            <w:r w:rsidRPr="00636E0A">
              <w:rPr>
                <w:rFonts w:ascii="Roboto" w:eastAsia="Times New Roman" w:hAnsi="Roboto"/>
                <w:lang w:eastAsia="es-CO"/>
              </w:rPr>
              <w:t xml:space="preserve">Nombre </w:t>
            </w:r>
            <w:r w:rsidR="0006286E" w:rsidRPr="00636E0A">
              <w:rPr>
                <w:rFonts w:ascii="Roboto" w:eastAsia="Times New Roman" w:hAnsi="Roboto"/>
                <w:lang w:eastAsia="es-CO"/>
              </w:rPr>
              <w:t xml:space="preserve">de </w:t>
            </w:r>
            <w:r w:rsidRPr="00636E0A">
              <w:rPr>
                <w:rFonts w:ascii="Roboto" w:eastAsia="Times New Roman" w:hAnsi="Roboto"/>
                <w:lang w:eastAsia="es-CO"/>
              </w:rPr>
              <w:t xml:space="preserve">Archivos </w:t>
            </w:r>
          </w:p>
          <w:p w:rsidR="0031159F" w:rsidRPr="00636E0A" w:rsidRDefault="0031159F" w:rsidP="004D4C1A">
            <w:pPr>
              <w:spacing w:after="0" w:line="240" w:lineRule="auto"/>
              <w:rPr>
                <w:rFonts w:ascii="Roboto" w:eastAsia="Times New Roman" w:hAnsi="Roboto"/>
                <w:lang w:eastAsia="es-CO"/>
              </w:rPr>
            </w:pPr>
            <w:r w:rsidRPr="00636E0A">
              <w:rPr>
                <w:rFonts w:ascii="Roboto" w:eastAsia="Times New Roman" w:hAnsi="Roboto"/>
                <w:lang w:eastAsia="es-CO"/>
              </w:rPr>
              <w:t>Adjuntos</w:t>
            </w:r>
          </w:p>
          <w:p w:rsidR="00544258" w:rsidRPr="00636E0A" w:rsidRDefault="00544258" w:rsidP="004D4C1A">
            <w:pPr>
              <w:spacing w:after="0" w:line="240" w:lineRule="auto"/>
              <w:rPr>
                <w:rFonts w:ascii="Roboto" w:eastAsia="Times New Roman" w:hAnsi="Roboto"/>
                <w:lang w:eastAsia="es-CO"/>
              </w:rPr>
            </w:pPr>
          </w:p>
        </w:tc>
        <w:sdt>
          <w:sdtPr>
            <w:rPr>
              <w:rFonts w:ascii="Roboto" w:eastAsia="Times New Roman" w:hAnsi="Roboto"/>
              <w:color w:val="000000"/>
              <w:lang w:eastAsia="es-CO"/>
            </w:rPr>
            <w:id w:val="13625989"/>
            <w:showingPlcHdr/>
            <w:text w:multiLine="1"/>
          </w:sdtPr>
          <w:sdtEndPr/>
          <w:sdtContent>
            <w:tc>
              <w:tcPr>
                <w:tcW w:w="4004" w:type="pct"/>
                <w:gridSpan w:val="7"/>
                <w:tcBorders>
                  <w:top w:val="single" w:sz="8" w:space="0" w:color="auto"/>
                  <w:left w:val="single" w:sz="8" w:space="0" w:color="auto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noWrap/>
                <w:hideMark/>
              </w:tcPr>
              <w:p w:rsidR="0031159F" w:rsidRPr="00636E0A" w:rsidRDefault="002E665D" w:rsidP="002E665D">
                <w:pPr>
                  <w:spacing w:after="0" w:line="240" w:lineRule="auto"/>
                  <w:jc w:val="both"/>
                  <w:rPr>
                    <w:rFonts w:ascii="Roboto" w:eastAsia="Times New Roman" w:hAnsi="Roboto"/>
                    <w:color w:val="000000"/>
                    <w:lang w:eastAsia="es-CO"/>
                  </w:rPr>
                </w:pPr>
                <w:r w:rsidRPr="00636E0A">
                  <w:rPr>
                    <w:rStyle w:val="Textodelmarcadordeposicin"/>
                    <w:rFonts w:ascii="Roboto" w:hAnsi="Roboto"/>
                  </w:rPr>
                  <w:t>Escribir texto.</w:t>
                </w:r>
              </w:p>
            </w:tc>
          </w:sdtContent>
        </w:sdt>
      </w:tr>
      <w:tr w:rsidR="00BB31A9" w:rsidRPr="00636E0A" w:rsidTr="00656E3D">
        <w:trPr>
          <w:trHeight w:val="319"/>
          <w:jc w:val="center"/>
        </w:trPr>
        <w:tc>
          <w:tcPr>
            <w:tcW w:w="996" w:type="pct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DBE5F1"/>
            <w:noWrap/>
            <w:vAlign w:val="center"/>
            <w:hideMark/>
          </w:tcPr>
          <w:p w:rsidR="00BB31A9" w:rsidRPr="00636E0A" w:rsidRDefault="00BB31A9" w:rsidP="004D4C1A">
            <w:pPr>
              <w:spacing w:after="0" w:line="240" w:lineRule="auto"/>
              <w:rPr>
                <w:rFonts w:ascii="Roboto" w:eastAsia="Times New Roman" w:hAnsi="Roboto"/>
                <w:lang w:eastAsia="es-CO"/>
              </w:rPr>
            </w:pPr>
            <w:r w:rsidRPr="00636E0A">
              <w:rPr>
                <w:rFonts w:ascii="Roboto" w:eastAsia="Times New Roman" w:hAnsi="Roboto"/>
                <w:lang w:eastAsia="es-CO"/>
              </w:rPr>
              <w:t xml:space="preserve">Observaciones </w:t>
            </w:r>
            <w:r w:rsidR="004D4C1A" w:rsidRPr="00636E0A">
              <w:rPr>
                <w:rFonts w:ascii="Roboto" w:eastAsia="Times New Roman" w:hAnsi="Roboto"/>
                <w:lang w:eastAsia="es-CO"/>
              </w:rPr>
              <w:t>Generales</w:t>
            </w:r>
          </w:p>
        </w:tc>
        <w:sdt>
          <w:sdtPr>
            <w:rPr>
              <w:rFonts w:ascii="Roboto" w:eastAsia="Times New Roman" w:hAnsi="Roboto"/>
              <w:color w:val="000000"/>
              <w:lang w:eastAsia="es-CO"/>
            </w:rPr>
            <w:id w:val="13625992"/>
            <w:showingPlcHdr/>
            <w:text w:multiLine="1"/>
          </w:sdtPr>
          <w:sdtEndPr/>
          <w:sdtContent>
            <w:tc>
              <w:tcPr>
                <w:tcW w:w="4004" w:type="pct"/>
                <w:gridSpan w:val="7"/>
                <w:vMerge w:val="restart"/>
                <w:tcBorders>
                  <w:top w:val="single" w:sz="8" w:space="0" w:color="auto"/>
                  <w:left w:val="single" w:sz="8" w:space="0" w:color="auto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noWrap/>
                <w:hideMark/>
              </w:tcPr>
              <w:p w:rsidR="006B6807" w:rsidRPr="00636E0A" w:rsidRDefault="002E665D" w:rsidP="00120AA6">
                <w:pPr>
                  <w:spacing w:after="0" w:line="240" w:lineRule="auto"/>
                  <w:jc w:val="both"/>
                  <w:rPr>
                    <w:rFonts w:ascii="Roboto" w:eastAsia="Times New Roman" w:hAnsi="Roboto"/>
                    <w:color w:val="000000"/>
                    <w:lang w:eastAsia="es-CO"/>
                  </w:rPr>
                </w:pPr>
                <w:r w:rsidRPr="00636E0A">
                  <w:rPr>
                    <w:rStyle w:val="Textodelmarcadordeposicin"/>
                    <w:rFonts w:ascii="Roboto" w:hAnsi="Roboto"/>
                  </w:rPr>
                  <w:t>Escribir texto.</w:t>
                </w:r>
              </w:p>
            </w:tc>
          </w:sdtContent>
        </w:sdt>
      </w:tr>
      <w:tr w:rsidR="00386386" w:rsidRPr="00636E0A" w:rsidTr="00656E3D">
        <w:trPr>
          <w:trHeight w:val="319"/>
          <w:jc w:val="center"/>
        </w:trPr>
        <w:tc>
          <w:tcPr>
            <w:tcW w:w="996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DBE5F1"/>
            <w:noWrap/>
            <w:vAlign w:val="center"/>
            <w:hideMark/>
          </w:tcPr>
          <w:p w:rsidR="00386386" w:rsidRPr="00636E0A" w:rsidRDefault="00386386" w:rsidP="004D4C1A">
            <w:pPr>
              <w:spacing w:after="0" w:line="240" w:lineRule="auto"/>
              <w:rPr>
                <w:rFonts w:ascii="Roboto" w:eastAsia="Times New Roman" w:hAnsi="Roboto"/>
                <w:lang w:eastAsia="es-CO"/>
              </w:rPr>
            </w:pPr>
          </w:p>
        </w:tc>
        <w:tc>
          <w:tcPr>
            <w:tcW w:w="4004" w:type="pct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86386" w:rsidRPr="00636E0A" w:rsidRDefault="00386386" w:rsidP="00A726A9">
            <w:pPr>
              <w:spacing w:after="0" w:line="240" w:lineRule="auto"/>
              <w:jc w:val="center"/>
              <w:rPr>
                <w:rFonts w:ascii="Roboto" w:eastAsia="Times New Roman" w:hAnsi="Roboto"/>
                <w:color w:val="000000"/>
                <w:lang w:eastAsia="es-CO"/>
              </w:rPr>
            </w:pPr>
          </w:p>
        </w:tc>
      </w:tr>
      <w:tr w:rsidR="00BB31A9" w:rsidRPr="00636E0A" w:rsidTr="00656E3D">
        <w:trPr>
          <w:trHeight w:val="284"/>
          <w:jc w:val="center"/>
        </w:trPr>
        <w:tc>
          <w:tcPr>
            <w:tcW w:w="996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nil"/>
            </w:tcBorders>
            <w:shd w:val="clear" w:color="auto" w:fill="DBE5F1"/>
            <w:vAlign w:val="center"/>
            <w:hideMark/>
          </w:tcPr>
          <w:p w:rsidR="00BB31A9" w:rsidRPr="00636E0A" w:rsidRDefault="00BB31A9" w:rsidP="00B244D9">
            <w:pPr>
              <w:spacing w:after="0" w:line="240" w:lineRule="auto"/>
              <w:rPr>
                <w:rFonts w:ascii="Roboto" w:eastAsia="Times New Roman" w:hAnsi="Roboto"/>
                <w:lang w:eastAsia="es-CO"/>
              </w:rPr>
            </w:pPr>
          </w:p>
        </w:tc>
        <w:tc>
          <w:tcPr>
            <w:tcW w:w="4004" w:type="pct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B31A9" w:rsidRPr="00636E0A" w:rsidRDefault="00BB31A9" w:rsidP="00B244D9">
            <w:pPr>
              <w:spacing w:after="0" w:line="240" w:lineRule="auto"/>
              <w:rPr>
                <w:rFonts w:ascii="Roboto" w:eastAsia="Times New Roman" w:hAnsi="Roboto"/>
                <w:color w:val="000000"/>
                <w:lang w:eastAsia="es-CO"/>
              </w:rPr>
            </w:pPr>
          </w:p>
        </w:tc>
      </w:tr>
    </w:tbl>
    <w:p w:rsidR="004965CD" w:rsidRPr="00636E0A" w:rsidRDefault="00CA0983" w:rsidP="00BB31A9">
      <w:pPr>
        <w:ind w:left="-567"/>
        <w:rPr>
          <w:rFonts w:ascii="Roboto" w:hAnsi="Roboto"/>
          <w:lang w:val="es-ES"/>
        </w:rPr>
      </w:pPr>
      <w:r w:rsidRPr="00636E0A">
        <w:rPr>
          <w:rFonts w:ascii="Roboto" w:hAnsi="Roboto"/>
        </w:rPr>
        <w:t xml:space="preserve">           </w:t>
      </w:r>
      <w:r w:rsidR="00BB31A9" w:rsidRPr="00636E0A">
        <w:rPr>
          <w:rFonts w:ascii="Roboto" w:hAnsi="Roboto"/>
        </w:rPr>
        <w:t>Los datos con asterisco(*) S</w:t>
      </w:r>
      <w:bookmarkStart w:id="0" w:name="_GoBack"/>
      <w:bookmarkEnd w:id="0"/>
      <w:r w:rsidR="00BB31A9" w:rsidRPr="00636E0A">
        <w:rPr>
          <w:rFonts w:ascii="Roboto" w:hAnsi="Roboto"/>
        </w:rPr>
        <w:t>on r</w:t>
      </w:r>
      <w:r w:rsidR="006A0C7A" w:rsidRPr="00636E0A">
        <w:rPr>
          <w:rFonts w:ascii="Roboto" w:hAnsi="Roboto"/>
        </w:rPr>
        <w:t>equeridos para el registro del Requerimiento</w:t>
      </w:r>
      <w:r w:rsidR="00BB31A9" w:rsidRPr="00636E0A">
        <w:rPr>
          <w:rFonts w:ascii="Roboto" w:hAnsi="Roboto"/>
        </w:rPr>
        <w:t>.</w:t>
      </w:r>
    </w:p>
    <w:sectPr w:rsidR="004965CD" w:rsidRPr="00636E0A" w:rsidSect="004E28A5">
      <w:headerReference w:type="default" r:id="rId10"/>
      <w:pgSz w:w="12240" w:h="15840" w:code="119"/>
      <w:pgMar w:top="862" w:right="567" w:bottom="1134" w:left="851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DBF" w:rsidRDefault="00DF5DBF" w:rsidP="00CA0983">
      <w:pPr>
        <w:spacing w:after="0" w:line="240" w:lineRule="auto"/>
      </w:pPr>
      <w:r>
        <w:separator/>
      </w:r>
    </w:p>
  </w:endnote>
  <w:endnote w:type="continuationSeparator" w:id="0">
    <w:p w:rsidR="00DF5DBF" w:rsidRDefault="00DF5DBF" w:rsidP="00CA0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fortaa">
    <w:panose1 w:val="020F0303070200060003"/>
    <w:charset w:val="00"/>
    <w:family w:val="swiss"/>
    <w:pitch w:val="variable"/>
    <w:sig w:usb0="A00002BF" w:usb1="5000007B" w:usb2="00000000" w:usb3="00000000" w:csb0="0000009F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DBF" w:rsidRDefault="00DF5DBF" w:rsidP="00CA0983">
      <w:pPr>
        <w:spacing w:after="0" w:line="240" w:lineRule="auto"/>
      </w:pPr>
      <w:r>
        <w:separator/>
      </w:r>
    </w:p>
  </w:footnote>
  <w:footnote w:type="continuationSeparator" w:id="0">
    <w:p w:rsidR="00DF5DBF" w:rsidRDefault="00DF5DBF" w:rsidP="00CA0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DF6" w:rsidRDefault="008E1200" w:rsidP="002B6DF6">
    <w:r>
      <w:rPr>
        <w:lang w:eastAsia="es-CO"/>
      </w:rPr>
      <w:drawing>
        <wp:anchor distT="0" distB="0" distL="114300" distR="114300" simplePos="0" relativeHeight="251662336" behindDoc="1" locked="0" layoutInCell="1" allowOverlap="1" wp14:anchorId="4980D393" wp14:editId="6E417AAD">
          <wp:simplePos x="0" y="0"/>
          <wp:positionH relativeFrom="column">
            <wp:posOffset>-116015</wp:posOffset>
          </wp:positionH>
          <wp:positionV relativeFrom="paragraph">
            <wp:posOffset>-294005</wp:posOffset>
          </wp:positionV>
          <wp:extent cx="2259306" cy="1543792"/>
          <wp:effectExtent l="0" t="0" r="0" b="0"/>
          <wp:wrapNone/>
          <wp:docPr id="1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4598" t="-28859" r="-24336" b="-1112"/>
                  <a:stretch>
                    <a:fillRect/>
                  </a:stretch>
                </pic:blipFill>
                <pic:spPr bwMode="auto">
                  <a:xfrm>
                    <a:off x="0" y="0"/>
                    <a:ext cx="2259306" cy="154379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tbl>
    <w:tblPr>
      <w:tblW w:w="5000" w:type="pct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303"/>
      <w:gridCol w:w="5025"/>
      <w:gridCol w:w="2634"/>
    </w:tblGrid>
    <w:tr w:rsidR="002B6DF6" w:rsidTr="009416E4">
      <w:trPr>
        <w:cantSplit/>
        <w:trHeight w:val="289"/>
        <w:jc w:val="center"/>
      </w:trPr>
      <w:tc>
        <w:tcPr>
          <w:tcW w:w="3261" w:type="dxa"/>
          <w:vMerge w:val="restart"/>
          <w:vAlign w:val="center"/>
        </w:tcPr>
        <w:p w:rsidR="002B6DF6" w:rsidRDefault="002B6DF6">
          <w:pPr>
            <w:pStyle w:val="Encabezado"/>
            <w:tabs>
              <w:tab w:val="left" w:pos="708"/>
            </w:tabs>
            <w:rPr>
              <w:b/>
              <w:lang w:val="es-ES" w:eastAsia="es-ES"/>
            </w:rPr>
          </w:pPr>
        </w:p>
      </w:tc>
      <w:tc>
        <w:tcPr>
          <w:tcW w:w="4961" w:type="dxa"/>
          <w:vMerge w:val="restart"/>
          <w:vAlign w:val="center"/>
        </w:tcPr>
        <w:p w:rsidR="002B6DF6" w:rsidRPr="00636E0A" w:rsidRDefault="002B6DF6" w:rsidP="006B6791">
          <w:pPr>
            <w:spacing w:after="0" w:line="240" w:lineRule="auto"/>
            <w:jc w:val="center"/>
            <w:rPr>
              <w:rFonts w:ascii="Comfortaa" w:hAnsi="Comfortaa" w:cs="Arial"/>
              <w:b/>
              <w:sz w:val="24"/>
              <w:szCs w:val="24"/>
            </w:rPr>
          </w:pPr>
          <w:r w:rsidRPr="00636E0A">
            <w:rPr>
              <w:rFonts w:ascii="Comfortaa" w:hAnsi="Comfortaa" w:cs="Arial"/>
              <w:b/>
              <w:sz w:val="24"/>
              <w:szCs w:val="24"/>
            </w:rPr>
            <w:t>PLANTILLA DE REQUERIMIENTOS</w:t>
          </w:r>
        </w:p>
        <w:p w:rsidR="002B6DF6" w:rsidRPr="00636E0A" w:rsidRDefault="002B6DF6" w:rsidP="006B6791">
          <w:pPr>
            <w:spacing w:after="0"/>
            <w:jc w:val="center"/>
            <w:rPr>
              <w:rFonts w:ascii="Comfortaa" w:hAnsi="Comfortaa" w:cs="Arial"/>
              <w:b/>
              <w:sz w:val="24"/>
              <w:szCs w:val="24"/>
              <w:lang w:val="es-ES" w:eastAsia="es-ES"/>
            </w:rPr>
          </w:pPr>
          <w:r w:rsidRPr="00636E0A">
            <w:rPr>
              <w:rFonts w:ascii="Comfortaa" w:hAnsi="Comfortaa" w:cs="Arial"/>
              <w:b/>
              <w:sz w:val="24"/>
              <w:szCs w:val="24"/>
            </w:rPr>
            <w:t>NUEVOS</w:t>
          </w:r>
        </w:p>
      </w:tc>
      <w:tc>
        <w:tcPr>
          <w:tcW w:w="2600" w:type="dxa"/>
          <w:vAlign w:val="center"/>
          <w:hideMark/>
        </w:tcPr>
        <w:p w:rsidR="002B6DF6" w:rsidRPr="00636E0A" w:rsidRDefault="008E1200" w:rsidP="006B6791">
          <w:pPr>
            <w:spacing w:after="0"/>
            <w:rPr>
              <w:rFonts w:ascii="Comfortaa" w:hAnsi="Comfortaa" w:cs="Arial"/>
              <w:b/>
              <w:sz w:val="24"/>
              <w:szCs w:val="24"/>
              <w:lang w:val="es-ES" w:eastAsia="es-ES"/>
            </w:rPr>
          </w:pPr>
          <w:r w:rsidRPr="00636E0A">
            <w:rPr>
              <w:rFonts w:ascii="Comfortaa" w:hAnsi="Comfortaa" w:cs="Arial"/>
              <w:b/>
              <w:sz w:val="24"/>
              <w:szCs w:val="24"/>
            </w:rPr>
            <w:t xml:space="preserve">  </w:t>
          </w:r>
          <w:r w:rsidR="00636E0A">
            <w:rPr>
              <w:rFonts w:ascii="Comfortaa" w:hAnsi="Comfortaa" w:cs="Arial"/>
              <w:b/>
              <w:sz w:val="24"/>
              <w:szCs w:val="24"/>
            </w:rPr>
            <w:t>CÓ</w:t>
          </w:r>
          <w:r w:rsidR="002B6DF6" w:rsidRPr="00636E0A">
            <w:rPr>
              <w:rFonts w:ascii="Comfortaa" w:hAnsi="Comfortaa" w:cs="Arial"/>
              <w:b/>
              <w:sz w:val="24"/>
              <w:szCs w:val="24"/>
            </w:rPr>
            <w:t>DIGO: F-GD-01</w:t>
          </w:r>
        </w:p>
      </w:tc>
    </w:tr>
    <w:tr w:rsidR="002B6DF6" w:rsidTr="009416E4">
      <w:trPr>
        <w:cantSplit/>
        <w:trHeight w:val="517"/>
        <w:jc w:val="center"/>
      </w:trPr>
      <w:tc>
        <w:tcPr>
          <w:tcW w:w="3261" w:type="dxa"/>
          <w:vMerge/>
          <w:vAlign w:val="center"/>
          <w:hideMark/>
        </w:tcPr>
        <w:p w:rsidR="002B6DF6" w:rsidRDefault="002B6DF6">
          <w:pPr>
            <w:spacing w:after="0" w:line="240" w:lineRule="auto"/>
            <w:rPr>
              <w:b/>
              <w:lang w:val="es-ES" w:eastAsia="es-ES"/>
            </w:rPr>
          </w:pPr>
        </w:p>
      </w:tc>
      <w:tc>
        <w:tcPr>
          <w:tcW w:w="4961" w:type="dxa"/>
          <w:vMerge/>
          <w:vAlign w:val="center"/>
          <w:hideMark/>
        </w:tcPr>
        <w:p w:rsidR="002B6DF6" w:rsidRPr="00636E0A" w:rsidRDefault="002B6DF6">
          <w:pPr>
            <w:spacing w:after="0" w:line="240" w:lineRule="auto"/>
            <w:rPr>
              <w:rFonts w:ascii="Comfortaa" w:hAnsi="Comfortaa" w:cs="Arial"/>
              <w:b/>
              <w:sz w:val="24"/>
              <w:szCs w:val="24"/>
              <w:lang w:val="es-ES" w:eastAsia="es-ES"/>
            </w:rPr>
          </w:pPr>
        </w:p>
      </w:tc>
      <w:tc>
        <w:tcPr>
          <w:tcW w:w="2600" w:type="dxa"/>
          <w:vAlign w:val="center"/>
          <w:hideMark/>
        </w:tcPr>
        <w:p w:rsidR="002B6DF6" w:rsidRPr="00636E0A" w:rsidRDefault="008E1200" w:rsidP="006B6791">
          <w:pPr>
            <w:spacing w:after="0"/>
            <w:rPr>
              <w:rFonts w:ascii="Comfortaa" w:hAnsi="Comfortaa" w:cs="Arial"/>
              <w:b/>
              <w:sz w:val="24"/>
              <w:szCs w:val="24"/>
              <w:lang w:val="es-ES" w:eastAsia="es-ES"/>
            </w:rPr>
          </w:pPr>
          <w:r w:rsidRPr="00636E0A">
            <w:rPr>
              <w:rFonts w:ascii="Comfortaa" w:hAnsi="Comfortaa" w:cs="Arial"/>
              <w:b/>
              <w:sz w:val="24"/>
              <w:szCs w:val="24"/>
            </w:rPr>
            <w:t xml:space="preserve">  </w:t>
          </w:r>
          <w:r w:rsidR="00636E0A">
            <w:rPr>
              <w:rFonts w:ascii="Comfortaa" w:hAnsi="Comfortaa" w:cs="Arial"/>
              <w:b/>
              <w:sz w:val="24"/>
              <w:szCs w:val="24"/>
            </w:rPr>
            <w:t>VERSIÓ</w:t>
          </w:r>
          <w:r w:rsidR="002B6DF6" w:rsidRPr="00636E0A">
            <w:rPr>
              <w:rFonts w:ascii="Comfortaa" w:hAnsi="Comfortaa" w:cs="Arial"/>
              <w:b/>
              <w:sz w:val="24"/>
              <w:szCs w:val="24"/>
            </w:rPr>
            <w:t>N: 0</w:t>
          </w:r>
          <w:r w:rsidR="006A63AD" w:rsidRPr="00636E0A">
            <w:rPr>
              <w:rFonts w:ascii="Comfortaa" w:hAnsi="Comfortaa" w:cs="Arial"/>
              <w:b/>
              <w:sz w:val="24"/>
              <w:szCs w:val="24"/>
            </w:rPr>
            <w:t>2</w:t>
          </w:r>
        </w:p>
      </w:tc>
    </w:tr>
    <w:tr w:rsidR="002B6DF6" w:rsidTr="009416E4">
      <w:trPr>
        <w:cantSplit/>
        <w:trHeight w:val="105"/>
        <w:jc w:val="center"/>
      </w:trPr>
      <w:tc>
        <w:tcPr>
          <w:tcW w:w="3261" w:type="dxa"/>
          <w:vMerge/>
          <w:vAlign w:val="center"/>
          <w:hideMark/>
        </w:tcPr>
        <w:p w:rsidR="002B6DF6" w:rsidRDefault="002B6DF6">
          <w:pPr>
            <w:spacing w:after="0" w:line="240" w:lineRule="auto"/>
            <w:rPr>
              <w:b/>
              <w:lang w:val="es-ES" w:eastAsia="es-ES"/>
            </w:rPr>
          </w:pPr>
        </w:p>
      </w:tc>
      <w:tc>
        <w:tcPr>
          <w:tcW w:w="4961" w:type="dxa"/>
          <w:vMerge/>
          <w:vAlign w:val="center"/>
          <w:hideMark/>
        </w:tcPr>
        <w:p w:rsidR="002B6DF6" w:rsidRPr="00636E0A" w:rsidRDefault="002B6DF6">
          <w:pPr>
            <w:spacing w:after="0" w:line="240" w:lineRule="auto"/>
            <w:rPr>
              <w:rFonts w:ascii="Comfortaa" w:hAnsi="Comfortaa" w:cs="Arial"/>
              <w:b/>
              <w:sz w:val="24"/>
              <w:szCs w:val="24"/>
              <w:lang w:val="es-ES" w:eastAsia="es-ES"/>
            </w:rPr>
          </w:pPr>
        </w:p>
      </w:tc>
      <w:tc>
        <w:tcPr>
          <w:tcW w:w="2600" w:type="dxa"/>
          <w:vAlign w:val="center"/>
          <w:hideMark/>
        </w:tcPr>
        <w:p w:rsidR="002B6DF6" w:rsidRPr="00636E0A" w:rsidRDefault="008E1200" w:rsidP="006B6791">
          <w:pPr>
            <w:spacing w:after="0"/>
            <w:rPr>
              <w:rFonts w:ascii="Comfortaa" w:hAnsi="Comfortaa" w:cs="Arial"/>
              <w:b/>
              <w:sz w:val="24"/>
              <w:szCs w:val="24"/>
              <w:lang w:val="es-ES" w:eastAsia="es-ES"/>
            </w:rPr>
          </w:pPr>
          <w:r w:rsidRPr="00636E0A">
            <w:rPr>
              <w:rStyle w:val="Nmerodepgina"/>
              <w:rFonts w:ascii="Comfortaa" w:hAnsi="Comfortaa" w:cs="Arial"/>
              <w:b/>
              <w:sz w:val="24"/>
              <w:szCs w:val="24"/>
            </w:rPr>
            <w:t xml:space="preserve">  </w:t>
          </w:r>
          <w:r w:rsidR="002B6DF6" w:rsidRPr="00636E0A">
            <w:rPr>
              <w:rStyle w:val="Nmerodepgina"/>
              <w:rFonts w:ascii="Comfortaa" w:hAnsi="Comfortaa" w:cs="Arial"/>
              <w:b/>
              <w:sz w:val="24"/>
              <w:szCs w:val="24"/>
            </w:rPr>
            <w:t xml:space="preserve">PÁGINA </w:t>
          </w:r>
          <w:r w:rsidR="00E61B0C" w:rsidRPr="00636E0A">
            <w:rPr>
              <w:rStyle w:val="Nmerodepgina"/>
              <w:rFonts w:ascii="Comfortaa" w:hAnsi="Comfortaa" w:cs="Arial"/>
              <w:b/>
              <w:sz w:val="24"/>
              <w:szCs w:val="24"/>
            </w:rPr>
            <w:fldChar w:fldCharType="begin"/>
          </w:r>
          <w:r w:rsidR="002B6DF6" w:rsidRPr="00636E0A">
            <w:rPr>
              <w:rStyle w:val="Nmerodepgina"/>
              <w:rFonts w:ascii="Comfortaa" w:hAnsi="Comfortaa" w:cs="Arial"/>
              <w:b/>
              <w:sz w:val="24"/>
              <w:szCs w:val="24"/>
            </w:rPr>
            <w:instrText xml:space="preserve"> PAGE </w:instrText>
          </w:r>
          <w:r w:rsidR="00E61B0C" w:rsidRPr="00636E0A">
            <w:rPr>
              <w:rStyle w:val="Nmerodepgina"/>
              <w:rFonts w:ascii="Comfortaa" w:hAnsi="Comfortaa" w:cs="Arial"/>
              <w:b/>
              <w:sz w:val="24"/>
              <w:szCs w:val="24"/>
            </w:rPr>
            <w:fldChar w:fldCharType="separate"/>
          </w:r>
          <w:r w:rsidR="00636E0A">
            <w:rPr>
              <w:rStyle w:val="Nmerodepgina"/>
              <w:rFonts w:ascii="Comfortaa" w:hAnsi="Comfortaa" w:cs="Arial"/>
              <w:b/>
              <w:sz w:val="24"/>
              <w:szCs w:val="24"/>
            </w:rPr>
            <w:t>2</w:t>
          </w:r>
          <w:r w:rsidR="00E61B0C" w:rsidRPr="00636E0A">
            <w:rPr>
              <w:rStyle w:val="Nmerodepgina"/>
              <w:rFonts w:ascii="Comfortaa" w:hAnsi="Comfortaa" w:cs="Arial"/>
              <w:b/>
              <w:sz w:val="24"/>
              <w:szCs w:val="24"/>
            </w:rPr>
            <w:fldChar w:fldCharType="end"/>
          </w:r>
          <w:r w:rsidR="002B6DF6" w:rsidRPr="00636E0A">
            <w:rPr>
              <w:rStyle w:val="Nmerodepgina"/>
              <w:rFonts w:ascii="Comfortaa" w:hAnsi="Comfortaa" w:cs="Arial"/>
              <w:b/>
              <w:sz w:val="24"/>
              <w:szCs w:val="24"/>
            </w:rPr>
            <w:t xml:space="preserve"> de </w:t>
          </w:r>
          <w:r w:rsidR="00E61B0C" w:rsidRPr="00636E0A">
            <w:rPr>
              <w:rStyle w:val="Nmerodepgina"/>
              <w:rFonts w:ascii="Comfortaa" w:hAnsi="Comfortaa" w:cs="Arial"/>
              <w:b/>
              <w:sz w:val="24"/>
              <w:szCs w:val="24"/>
            </w:rPr>
            <w:fldChar w:fldCharType="begin"/>
          </w:r>
          <w:r w:rsidR="002B6DF6" w:rsidRPr="00636E0A">
            <w:rPr>
              <w:rStyle w:val="Nmerodepgina"/>
              <w:rFonts w:ascii="Comfortaa" w:hAnsi="Comfortaa" w:cs="Arial"/>
              <w:b/>
              <w:sz w:val="24"/>
              <w:szCs w:val="24"/>
            </w:rPr>
            <w:instrText xml:space="preserve"> NUMPAGES </w:instrText>
          </w:r>
          <w:r w:rsidR="00E61B0C" w:rsidRPr="00636E0A">
            <w:rPr>
              <w:rStyle w:val="Nmerodepgina"/>
              <w:rFonts w:ascii="Comfortaa" w:hAnsi="Comfortaa" w:cs="Arial"/>
              <w:b/>
              <w:sz w:val="24"/>
              <w:szCs w:val="24"/>
            </w:rPr>
            <w:fldChar w:fldCharType="separate"/>
          </w:r>
          <w:r w:rsidR="00636E0A">
            <w:rPr>
              <w:rStyle w:val="Nmerodepgina"/>
              <w:rFonts w:ascii="Comfortaa" w:hAnsi="Comfortaa" w:cs="Arial"/>
              <w:b/>
              <w:sz w:val="24"/>
              <w:szCs w:val="24"/>
            </w:rPr>
            <w:t>2</w:t>
          </w:r>
          <w:r w:rsidR="00E61B0C" w:rsidRPr="00636E0A">
            <w:rPr>
              <w:rStyle w:val="Nmerodepgina"/>
              <w:rFonts w:ascii="Comfortaa" w:hAnsi="Comfortaa" w:cs="Arial"/>
              <w:b/>
              <w:sz w:val="24"/>
              <w:szCs w:val="24"/>
            </w:rPr>
            <w:fldChar w:fldCharType="end"/>
          </w:r>
        </w:p>
      </w:tc>
    </w:tr>
  </w:tbl>
  <w:p w:rsidR="00CC5604" w:rsidRPr="002B6DF6" w:rsidRDefault="00CC5604" w:rsidP="00656E3D">
    <w:pPr>
      <w:rPr>
        <w:rFonts w:ascii="Arial" w:hAnsi="Arial" w:cs="Arial"/>
        <w:lang w:val="es-ES" w:eastAsia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25D84"/>
    <w:multiLevelType w:val="hybridMultilevel"/>
    <w:tmpl w:val="1AFA45E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BF3468"/>
    <w:multiLevelType w:val="hybridMultilevel"/>
    <w:tmpl w:val="CFA4590A"/>
    <w:lvl w:ilvl="0" w:tplc="B7DE6624">
      <w:start w:val="1"/>
      <w:numFmt w:val="bullet"/>
      <w:lvlText w:val="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548D59B0"/>
    <w:multiLevelType w:val="hybridMultilevel"/>
    <w:tmpl w:val="0ECAE19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AE0A8C"/>
    <w:multiLevelType w:val="hybridMultilevel"/>
    <w:tmpl w:val="B3E8497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4064EE"/>
    <w:multiLevelType w:val="hybridMultilevel"/>
    <w:tmpl w:val="3B16204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8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17A"/>
    <w:rsid w:val="00004122"/>
    <w:rsid w:val="00013B7E"/>
    <w:rsid w:val="0001450D"/>
    <w:rsid w:val="0002261D"/>
    <w:rsid w:val="00022BD4"/>
    <w:rsid w:val="00024B2A"/>
    <w:rsid w:val="00032C95"/>
    <w:rsid w:val="00042605"/>
    <w:rsid w:val="00044BFA"/>
    <w:rsid w:val="0005492E"/>
    <w:rsid w:val="00057422"/>
    <w:rsid w:val="0006286E"/>
    <w:rsid w:val="0006313F"/>
    <w:rsid w:val="00095064"/>
    <w:rsid w:val="00096BB3"/>
    <w:rsid w:val="000A2554"/>
    <w:rsid w:val="000A420C"/>
    <w:rsid w:val="000B715E"/>
    <w:rsid w:val="000D361F"/>
    <w:rsid w:val="000D72FB"/>
    <w:rsid w:val="000E08E3"/>
    <w:rsid w:val="000E568E"/>
    <w:rsid w:val="000F1A2D"/>
    <w:rsid w:val="000F7ACD"/>
    <w:rsid w:val="00120AA6"/>
    <w:rsid w:val="00126537"/>
    <w:rsid w:val="00137640"/>
    <w:rsid w:val="00143082"/>
    <w:rsid w:val="0014445A"/>
    <w:rsid w:val="00164C55"/>
    <w:rsid w:val="0016765E"/>
    <w:rsid w:val="00174639"/>
    <w:rsid w:val="00183882"/>
    <w:rsid w:val="001C0F83"/>
    <w:rsid w:val="001C469F"/>
    <w:rsid w:val="001C687A"/>
    <w:rsid w:val="001E3660"/>
    <w:rsid w:val="001E50FB"/>
    <w:rsid w:val="001E755F"/>
    <w:rsid w:val="001F1555"/>
    <w:rsid w:val="001F4DE9"/>
    <w:rsid w:val="0020686B"/>
    <w:rsid w:val="00206FF8"/>
    <w:rsid w:val="00210183"/>
    <w:rsid w:val="00240BDA"/>
    <w:rsid w:val="00243592"/>
    <w:rsid w:val="00244C26"/>
    <w:rsid w:val="00252943"/>
    <w:rsid w:val="00256EF6"/>
    <w:rsid w:val="00260311"/>
    <w:rsid w:val="0029423B"/>
    <w:rsid w:val="002B33A0"/>
    <w:rsid w:val="002B4D43"/>
    <w:rsid w:val="002B5AFB"/>
    <w:rsid w:val="002B6DF6"/>
    <w:rsid w:val="002B70D4"/>
    <w:rsid w:val="002B77AC"/>
    <w:rsid w:val="002C11EE"/>
    <w:rsid w:val="002E1058"/>
    <w:rsid w:val="002E665D"/>
    <w:rsid w:val="002F3818"/>
    <w:rsid w:val="0031159F"/>
    <w:rsid w:val="00314DDB"/>
    <w:rsid w:val="00321AD5"/>
    <w:rsid w:val="0032404E"/>
    <w:rsid w:val="00332404"/>
    <w:rsid w:val="00337F38"/>
    <w:rsid w:val="00344E79"/>
    <w:rsid w:val="0034519A"/>
    <w:rsid w:val="003507DC"/>
    <w:rsid w:val="00352E88"/>
    <w:rsid w:val="00386386"/>
    <w:rsid w:val="00393064"/>
    <w:rsid w:val="00396424"/>
    <w:rsid w:val="003A14C0"/>
    <w:rsid w:val="003A6A75"/>
    <w:rsid w:val="003B4AF6"/>
    <w:rsid w:val="003B7FDE"/>
    <w:rsid w:val="003C77E5"/>
    <w:rsid w:val="003D1AE2"/>
    <w:rsid w:val="003F1078"/>
    <w:rsid w:val="0040028D"/>
    <w:rsid w:val="0040612F"/>
    <w:rsid w:val="00407C3B"/>
    <w:rsid w:val="00420D93"/>
    <w:rsid w:val="004236A5"/>
    <w:rsid w:val="00424BA6"/>
    <w:rsid w:val="004347CE"/>
    <w:rsid w:val="00447ADE"/>
    <w:rsid w:val="00455E55"/>
    <w:rsid w:val="00465C3D"/>
    <w:rsid w:val="00467612"/>
    <w:rsid w:val="00484CDD"/>
    <w:rsid w:val="00484E9B"/>
    <w:rsid w:val="004860E0"/>
    <w:rsid w:val="00492964"/>
    <w:rsid w:val="004965CD"/>
    <w:rsid w:val="004D3057"/>
    <w:rsid w:val="004D4C1A"/>
    <w:rsid w:val="004E28A5"/>
    <w:rsid w:val="004F027E"/>
    <w:rsid w:val="004F7455"/>
    <w:rsid w:val="00503AEA"/>
    <w:rsid w:val="00507DB0"/>
    <w:rsid w:val="0052295B"/>
    <w:rsid w:val="005407D1"/>
    <w:rsid w:val="00544258"/>
    <w:rsid w:val="00545C14"/>
    <w:rsid w:val="0055134D"/>
    <w:rsid w:val="00554808"/>
    <w:rsid w:val="0056363D"/>
    <w:rsid w:val="00567351"/>
    <w:rsid w:val="00580338"/>
    <w:rsid w:val="00581E32"/>
    <w:rsid w:val="00585B38"/>
    <w:rsid w:val="005971BF"/>
    <w:rsid w:val="005A4786"/>
    <w:rsid w:val="005B330E"/>
    <w:rsid w:val="005C3B17"/>
    <w:rsid w:val="005E0902"/>
    <w:rsid w:val="005E2B88"/>
    <w:rsid w:val="00600D7E"/>
    <w:rsid w:val="006072F3"/>
    <w:rsid w:val="00611175"/>
    <w:rsid w:val="00615163"/>
    <w:rsid w:val="00621FCD"/>
    <w:rsid w:val="00635836"/>
    <w:rsid w:val="00636E0A"/>
    <w:rsid w:val="006533D3"/>
    <w:rsid w:val="00654383"/>
    <w:rsid w:val="00656E3D"/>
    <w:rsid w:val="00661EBE"/>
    <w:rsid w:val="00663D46"/>
    <w:rsid w:val="00665911"/>
    <w:rsid w:val="0066696C"/>
    <w:rsid w:val="006677F6"/>
    <w:rsid w:val="00667BC8"/>
    <w:rsid w:val="006706D4"/>
    <w:rsid w:val="00672D78"/>
    <w:rsid w:val="00677E4C"/>
    <w:rsid w:val="00684C91"/>
    <w:rsid w:val="006867A5"/>
    <w:rsid w:val="00697511"/>
    <w:rsid w:val="00697D66"/>
    <w:rsid w:val="006A0C7A"/>
    <w:rsid w:val="006A63AD"/>
    <w:rsid w:val="006B6791"/>
    <w:rsid w:val="006B6807"/>
    <w:rsid w:val="006C0FB1"/>
    <w:rsid w:val="006E3BD7"/>
    <w:rsid w:val="006E6325"/>
    <w:rsid w:val="007037C5"/>
    <w:rsid w:val="007038B4"/>
    <w:rsid w:val="00714376"/>
    <w:rsid w:val="007267B5"/>
    <w:rsid w:val="00727869"/>
    <w:rsid w:val="007316CB"/>
    <w:rsid w:val="00740D79"/>
    <w:rsid w:val="0074200B"/>
    <w:rsid w:val="00762FC1"/>
    <w:rsid w:val="00772589"/>
    <w:rsid w:val="00781ECA"/>
    <w:rsid w:val="00784ECD"/>
    <w:rsid w:val="007875CC"/>
    <w:rsid w:val="007957EA"/>
    <w:rsid w:val="00795EBD"/>
    <w:rsid w:val="007B1EF9"/>
    <w:rsid w:val="007B68BC"/>
    <w:rsid w:val="007C2525"/>
    <w:rsid w:val="007C399A"/>
    <w:rsid w:val="007D58CD"/>
    <w:rsid w:val="007E4287"/>
    <w:rsid w:val="007E5DC8"/>
    <w:rsid w:val="007F42CA"/>
    <w:rsid w:val="00802DB5"/>
    <w:rsid w:val="00804554"/>
    <w:rsid w:val="00805085"/>
    <w:rsid w:val="00805671"/>
    <w:rsid w:val="00830B0A"/>
    <w:rsid w:val="008326D1"/>
    <w:rsid w:val="00835DA5"/>
    <w:rsid w:val="00846103"/>
    <w:rsid w:val="00856182"/>
    <w:rsid w:val="008573C0"/>
    <w:rsid w:val="00860786"/>
    <w:rsid w:val="00872FEB"/>
    <w:rsid w:val="00880B83"/>
    <w:rsid w:val="00887B18"/>
    <w:rsid w:val="0089263B"/>
    <w:rsid w:val="008A5CBA"/>
    <w:rsid w:val="008C4C37"/>
    <w:rsid w:val="008D3F37"/>
    <w:rsid w:val="008E1200"/>
    <w:rsid w:val="008E6790"/>
    <w:rsid w:val="008F618C"/>
    <w:rsid w:val="008F7727"/>
    <w:rsid w:val="00904E9D"/>
    <w:rsid w:val="0091415B"/>
    <w:rsid w:val="0092643F"/>
    <w:rsid w:val="009321CD"/>
    <w:rsid w:val="009332F8"/>
    <w:rsid w:val="009416E4"/>
    <w:rsid w:val="00945649"/>
    <w:rsid w:val="00952CD3"/>
    <w:rsid w:val="009657E7"/>
    <w:rsid w:val="0097302E"/>
    <w:rsid w:val="0097368E"/>
    <w:rsid w:val="00987CFD"/>
    <w:rsid w:val="009924E6"/>
    <w:rsid w:val="009C3141"/>
    <w:rsid w:val="009C6918"/>
    <w:rsid w:val="009C6EE3"/>
    <w:rsid w:val="009C70FD"/>
    <w:rsid w:val="009D25B0"/>
    <w:rsid w:val="009D77A5"/>
    <w:rsid w:val="009E2321"/>
    <w:rsid w:val="009F377C"/>
    <w:rsid w:val="009F6D56"/>
    <w:rsid w:val="009F70C7"/>
    <w:rsid w:val="009F79A9"/>
    <w:rsid w:val="00A003E3"/>
    <w:rsid w:val="00A12036"/>
    <w:rsid w:val="00A12193"/>
    <w:rsid w:val="00A17E32"/>
    <w:rsid w:val="00A36A67"/>
    <w:rsid w:val="00A44880"/>
    <w:rsid w:val="00A453C9"/>
    <w:rsid w:val="00A50BD8"/>
    <w:rsid w:val="00A53F8F"/>
    <w:rsid w:val="00A56180"/>
    <w:rsid w:val="00A57AEA"/>
    <w:rsid w:val="00A726A9"/>
    <w:rsid w:val="00A738C9"/>
    <w:rsid w:val="00A81009"/>
    <w:rsid w:val="00A90E91"/>
    <w:rsid w:val="00AB07F1"/>
    <w:rsid w:val="00AC00C5"/>
    <w:rsid w:val="00AD0E8F"/>
    <w:rsid w:val="00AF28A8"/>
    <w:rsid w:val="00AF2944"/>
    <w:rsid w:val="00B005D1"/>
    <w:rsid w:val="00B175F1"/>
    <w:rsid w:val="00B17681"/>
    <w:rsid w:val="00B2317A"/>
    <w:rsid w:val="00B23B05"/>
    <w:rsid w:val="00B244D9"/>
    <w:rsid w:val="00B33273"/>
    <w:rsid w:val="00B33549"/>
    <w:rsid w:val="00B45FA7"/>
    <w:rsid w:val="00B52C41"/>
    <w:rsid w:val="00B55F5F"/>
    <w:rsid w:val="00B56DCD"/>
    <w:rsid w:val="00B62B53"/>
    <w:rsid w:val="00B812CB"/>
    <w:rsid w:val="00B85EB3"/>
    <w:rsid w:val="00B87276"/>
    <w:rsid w:val="00BB31A9"/>
    <w:rsid w:val="00BB58C7"/>
    <w:rsid w:val="00BC025F"/>
    <w:rsid w:val="00BC0F72"/>
    <w:rsid w:val="00BC31E2"/>
    <w:rsid w:val="00BC6189"/>
    <w:rsid w:val="00BD04CA"/>
    <w:rsid w:val="00BD0EB2"/>
    <w:rsid w:val="00BD2F77"/>
    <w:rsid w:val="00BD4070"/>
    <w:rsid w:val="00BE009A"/>
    <w:rsid w:val="00BE2CB6"/>
    <w:rsid w:val="00BF1DB5"/>
    <w:rsid w:val="00BF2D6E"/>
    <w:rsid w:val="00C021AA"/>
    <w:rsid w:val="00C022D3"/>
    <w:rsid w:val="00C04E08"/>
    <w:rsid w:val="00C149A1"/>
    <w:rsid w:val="00C20E27"/>
    <w:rsid w:val="00C31796"/>
    <w:rsid w:val="00C33B67"/>
    <w:rsid w:val="00C50ED7"/>
    <w:rsid w:val="00C54E43"/>
    <w:rsid w:val="00C72039"/>
    <w:rsid w:val="00C8412F"/>
    <w:rsid w:val="00C91CEC"/>
    <w:rsid w:val="00CA0983"/>
    <w:rsid w:val="00CA25FB"/>
    <w:rsid w:val="00CA5B95"/>
    <w:rsid w:val="00CA6DD3"/>
    <w:rsid w:val="00CB1630"/>
    <w:rsid w:val="00CB5F08"/>
    <w:rsid w:val="00CC4977"/>
    <w:rsid w:val="00CC5604"/>
    <w:rsid w:val="00CC57DB"/>
    <w:rsid w:val="00CD5099"/>
    <w:rsid w:val="00CE5CC0"/>
    <w:rsid w:val="00CF08E8"/>
    <w:rsid w:val="00CF4121"/>
    <w:rsid w:val="00D23923"/>
    <w:rsid w:val="00D2409C"/>
    <w:rsid w:val="00D45229"/>
    <w:rsid w:val="00D57277"/>
    <w:rsid w:val="00D6260C"/>
    <w:rsid w:val="00D67EC1"/>
    <w:rsid w:val="00D7789E"/>
    <w:rsid w:val="00D82037"/>
    <w:rsid w:val="00D953F4"/>
    <w:rsid w:val="00D97472"/>
    <w:rsid w:val="00DB58C8"/>
    <w:rsid w:val="00DB6857"/>
    <w:rsid w:val="00DD3F5A"/>
    <w:rsid w:val="00DD6F05"/>
    <w:rsid w:val="00DE2791"/>
    <w:rsid w:val="00DE7308"/>
    <w:rsid w:val="00DF347A"/>
    <w:rsid w:val="00DF5DBF"/>
    <w:rsid w:val="00E00540"/>
    <w:rsid w:val="00E030AB"/>
    <w:rsid w:val="00E06D65"/>
    <w:rsid w:val="00E100E6"/>
    <w:rsid w:val="00E1326F"/>
    <w:rsid w:val="00E15393"/>
    <w:rsid w:val="00E30CD1"/>
    <w:rsid w:val="00E45FFE"/>
    <w:rsid w:val="00E50FA0"/>
    <w:rsid w:val="00E527E5"/>
    <w:rsid w:val="00E5495E"/>
    <w:rsid w:val="00E5588C"/>
    <w:rsid w:val="00E61B0C"/>
    <w:rsid w:val="00E67DA3"/>
    <w:rsid w:val="00E70624"/>
    <w:rsid w:val="00E71F7A"/>
    <w:rsid w:val="00E75FA4"/>
    <w:rsid w:val="00E8675D"/>
    <w:rsid w:val="00E9378A"/>
    <w:rsid w:val="00E95EA7"/>
    <w:rsid w:val="00EB114B"/>
    <w:rsid w:val="00EC7ADA"/>
    <w:rsid w:val="00EE109E"/>
    <w:rsid w:val="00EE65A5"/>
    <w:rsid w:val="00EF3948"/>
    <w:rsid w:val="00EF4232"/>
    <w:rsid w:val="00F101C3"/>
    <w:rsid w:val="00F11246"/>
    <w:rsid w:val="00F24B40"/>
    <w:rsid w:val="00F33EFC"/>
    <w:rsid w:val="00F731E9"/>
    <w:rsid w:val="00F808AE"/>
    <w:rsid w:val="00F869B7"/>
    <w:rsid w:val="00FC3631"/>
    <w:rsid w:val="00FC40D0"/>
    <w:rsid w:val="00FC5966"/>
    <w:rsid w:val="00FD3904"/>
    <w:rsid w:val="00FF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CB6"/>
    <w:pPr>
      <w:spacing w:after="200" w:line="276" w:lineRule="auto"/>
    </w:pPr>
    <w:rPr>
      <w:noProof/>
      <w:sz w:val="22"/>
      <w:szCs w:val="22"/>
      <w:lang w:val="es-CO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3240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20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E27"/>
    <w:rPr>
      <w:rFonts w:ascii="Tahoma" w:hAnsi="Tahoma" w:cs="Tahoma"/>
      <w:noProof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D45229"/>
    <w:rPr>
      <w:color w:val="0000FF"/>
      <w:u w:val="single"/>
    </w:rPr>
  </w:style>
  <w:style w:type="paragraph" w:styleId="Encabezado">
    <w:name w:val="header"/>
    <w:basedOn w:val="Normal"/>
    <w:link w:val="EncabezadoCar"/>
    <w:unhideWhenUsed/>
    <w:rsid w:val="00CA098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CA0983"/>
    <w:rPr>
      <w:noProof/>
      <w:sz w:val="22"/>
      <w:szCs w:val="22"/>
      <w:lang w:val="es-CO" w:eastAsia="en-US"/>
    </w:rPr>
  </w:style>
  <w:style w:type="paragraph" w:styleId="Piedepgina">
    <w:name w:val="footer"/>
    <w:basedOn w:val="Normal"/>
    <w:link w:val="PiedepginaCar"/>
    <w:uiPriority w:val="99"/>
    <w:unhideWhenUsed/>
    <w:rsid w:val="00CA098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A0983"/>
    <w:rPr>
      <w:noProof/>
      <w:sz w:val="22"/>
      <w:szCs w:val="22"/>
      <w:lang w:val="es-CO" w:eastAsia="en-US"/>
    </w:rPr>
  </w:style>
  <w:style w:type="character" w:styleId="Nmerodepgina">
    <w:name w:val="page number"/>
    <w:basedOn w:val="Fuentedeprrafopredeter"/>
    <w:rsid w:val="00CA0983"/>
  </w:style>
  <w:style w:type="character" w:styleId="Textodelmarcadordeposicin">
    <w:name w:val="Placeholder Text"/>
    <w:basedOn w:val="Fuentedeprrafopredeter"/>
    <w:uiPriority w:val="99"/>
    <w:semiHidden/>
    <w:rsid w:val="00EC7AD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CB6"/>
    <w:pPr>
      <w:spacing w:after="200" w:line="276" w:lineRule="auto"/>
    </w:pPr>
    <w:rPr>
      <w:noProof/>
      <w:sz w:val="22"/>
      <w:szCs w:val="22"/>
      <w:lang w:val="es-CO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3240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20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E27"/>
    <w:rPr>
      <w:rFonts w:ascii="Tahoma" w:hAnsi="Tahoma" w:cs="Tahoma"/>
      <w:noProof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D45229"/>
    <w:rPr>
      <w:color w:val="0000FF"/>
      <w:u w:val="single"/>
    </w:rPr>
  </w:style>
  <w:style w:type="paragraph" w:styleId="Encabezado">
    <w:name w:val="header"/>
    <w:basedOn w:val="Normal"/>
    <w:link w:val="EncabezadoCar"/>
    <w:unhideWhenUsed/>
    <w:rsid w:val="00CA098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CA0983"/>
    <w:rPr>
      <w:noProof/>
      <w:sz w:val="22"/>
      <w:szCs w:val="22"/>
      <w:lang w:val="es-CO" w:eastAsia="en-US"/>
    </w:rPr>
  </w:style>
  <w:style w:type="paragraph" w:styleId="Piedepgina">
    <w:name w:val="footer"/>
    <w:basedOn w:val="Normal"/>
    <w:link w:val="PiedepginaCar"/>
    <w:uiPriority w:val="99"/>
    <w:unhideWhenUsed/>
    <w:rsid w:val="00CA098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A0983"/>
    <w:rPr>
      <w:noProof/>
      <w:sz w:val="22"/>
      <w:szCs w:val="22"/>
      <w:lang w:val="es-CO" w:eastAsia="en-US"/>
    </w:rPr>
  </w:style>
  <w:style w:type="character" w:styleId="Nmerodepgina">
    <w:name w:val="page number"/>
    <w:basedOn w:val="Fuentedeprrafopredeter"/>
    <w:rsid w:val="00CA0983"/>
  </w:style>
  <w:style w:type="character" w:styleId="Textodelmarcadordeposicin">
    <w:name w:val="Placeholder Text"/>
    <w:basedOn w:val="Fuentedeprrafopredeter"/>
    <w:uiPriority w:val="99"/>
    <w:semiHidden/>
    <w:rsid w:val="00EC7AD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ider_rechumanos\Escritorio\F-GD-%2001%20-%20Plantilla%20Procesos%20Nuevos%20V.0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1838E271BE0482D9892B5BFB541D1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D2890B-58DA-48B9-9990-00B778AC7291}"/>
      </w:docPartPr>
      <w:docPartBody>
        <w:p w:rsidR="00DE5290" w:rsidRDefault="00DE5290">
          <w:pPr>
            <w:pStyle w:val="31838E271BE0482D9892B5BFB541D1E8"/>
          </w:pPr>
          <w:r>
            <w:rPr>
              <w:rStyle w:val="Textodelmarcadordeposicin"/>
            </w:rPr>
            <w:t>E</w:t>
          </w:r>
          <w:r w:rsidRPr="00D9757D">
            <w:rPr>
              <w:rStyle w:val="Textodelmarcadordeposicin"/>
            </w:rPr>
            <w:t>scribir texto.</w:t>
          </w:r>
        </w:p>
      </w:docPartBody>
    </w:docPart>
    <w:docPart>
      <w:docPartPr>
        <w:name w:val="9C5EBA67E2AD4038A5B6A2BAAE57E6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0D9248-D383-4DE5-9A98-64D3D5AD86E1}"/>
      </w:docPartPr>
      <w:docPartBody>
        <w:p w:rsidR="00DE5290" w:rsidRDefault="00DE5290">
          <w:pPr>
            <w:pStyle w:val="9C5EBA67E2AD4038A5B6A2BAAE57E62D"/>
          </w:pPr>
          <w:r>
            <w:rPr>
              <w:rStyle w:val="Textodelmarcadordeposicin"/>
            </w:rPr>
            <w:t>dd/mm/aaaa</w:t>
          </w:r>
        </w:p>
      </w:docPartBody>
    </w:docPart>
    <w:docPart>
      <w:docPartPr>
        <w:name w:val="693C6E1713784C30ADD00AC9B0D033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2A6F0-F914-4063-95E5-2A9D84FDB454}"/>
      </w:docPartPr>
      <w:docPartBody>
        <w:p w:rsidR="00DE5290" w:rsidRDefault="00DE5290">
          <w:pPr>
            <w:pStyle w:val="693C6E1713784C30ADD00AC9B0D033ED"/>
          </w:pPr>
          <w:r>
            <w:rPr>
              <w:rStyle w:val="Textodelmarcadordeposicin"/>
            </w:rPr>
            <w:t>E</w:t>
          </w:r>
          <w:r w:rsidRPr="00D9757D">
            <w:rPr>
              <w:rStyle w:val="Textodelmarcadordeposicin"/>
            </w:rPr>
            <w:t>scribir texto.</w:t>
          </w:r>
        </w:p>
      </w:docPartBody>
    </w:docPart>
    <w:docPart>
      <w:docPartPr>
        <w:name w:val="88D27A70239E4EE8BFAC817FD0BBF6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65B15A-4040-40BA-85C5-A4A89AE1DDA5}"/>
      </w:docPartPr>
      <w:docPartBody>
        <w:p w:rsidR="00DE5290" w:rsidRDefault="00DE5290">
          <w:pPr>
            <w:pStyle w:val="88D27A70239E4EE8BFAC817FD0BBF61E"/>
          </w:pPr>
          <w:r>
            <w:rPr>
              <w:rStyle w:val="Textodelmarcadordeposicin"/>
            </w:rPr>
            <w:t>E</w:t>
          </w:r>
          <w:r w:rsidRPr="00D9757D">
            <w:rPr>
              <w:rStyle w:val="Textodelmarcadordeposicin"/>
            </w:rPr>
            <w:t>scribir texto.</w:t>
          </w:r>
        </w:p>
      </w:docPartBody>
    </w:docPart>
    <w:docPart>
      <w:docPartPr>
        <w:name w:val="7F3131B8B0164DFF80D29C103D74E8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12E085-06A6-4658-A1D8-333B7DFF1557}"/>
      </w:docPartPr>
      <w:docPartBody>
        <w:p w:rsidR="00DE5290" w:rsidRDefault="00DE5290">
          <w:pPr>
            <w:pStyle w:val="7F3131B8B0164DFF80D29C103D74E8FC"/>
          </w:pPr>
          <w:r>
            <w:rPr>
              <w:rStyle w:val="Textodelmarcadordeposicin"/>
            </w:rPr>
            <w:t>E</w:t>
          </w:r>
          <w:r w:rsidRPr="00D9757D">
            <w:rPr>
              <w:rStyle w:val="Textodelmarcadordeposicin"/>
            </w:rPr>
            <w:t>scribir texto.</w:t>
          </w:r>
        </w:p>
      </w:docPartBody>
    </w:docPart>
    <w:docPart>
      <w:docPartPr>
        <w:name w:val="EB1112D6AC614A2A83036CEF92C08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FFB289-67E9-4FED-985A-34B7837B791E}"/>
      </w:docPartPr>
      <w:docPartBody>
        <w:p w:rsidR="00DE5290" w:rsidRDefault="00DE5290">
          <w:pPr>
            <w:pStyle w:val="EB1112D6AC614A2A83036CEF92C08239"/>
          </w:pPr>
          <w:r>
            <w:rPr>
              <w:rStyle w:val="Textodelmarcadordeposicin"/>
            </w:rPr>
            <w:t>E</w:t>
          </w:r>
          <w:r w:rsidRPr="00D9757D">
            <w:rPr>
              <w:rStyle w:val="Textodelmarcadordeposicin"/>
            </w:rPr>
            <w:t>scribir texto.</w:t>
          </w:r>
        </w:p>
      </w:docPartBody>
    </w:docPart>
    <w:docPart>
      <w:docPartPr>
        <w:name w:val="6958C6003A224353B700461E21FBAD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CED551-1951-459A-ACEE-E0C1E752F148}"/>
      </w:docPartPr>
      <w:docPartBody>
        <w:p w:rsidR="00DE5290" w:rsidRDefault="00DE5290">
          <w:pPr>
            <w:pStyle w:val="6958C6003A224353B700461E21FBAD75"/>
          </w:pPr>
          <w:r>
            <w:rPr>
              <w:rStyle w:val="Textodelmarcadordeposicin"/>
            </w:rPr>
            <w:t>E</w:t>
          </w:r>
          <w:r w:rsidRPr="00D9757D">
            <w:rPr>
              <w:rStyle w:val="Textodelmarcadordeposicin"/>
            </w:rPr>
            <w:t>scribir texto.</w:t>
          </w:r>
        </w:p>
      </w:docPartBody>
    </w:docPart>
    <w:docPart>
      <w:docPartPr>
        <w:name w:val="C79647DA68264AFFB0B34C2B8FA42F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5EC0EA-7246-4ABC-8172-A4F05AE819E9}"/>
      </w:docPartPr>
      <w:docPartBody>
        <w:p w:rsidR="00DE5290" w:rsidRDefault="00DE5290">
          <w:pPr>
            <w:pStyle w:val="C79647DA68264AFFB0B34C2B8FA42FE1"/>
          </w:pPr>
          <w:r>
            <w:rPr>
              <w:rStyle w:val="Textodelmarcadordeposicin"/>
            </w:rPr>
            <w:t>E</w:t>
          </w:r>
          <w:r w:rsidRPr="00D9757D">
            <w:rPr>
              <w:rStyle w:val="Textodelmarcadordeposicin"/>
            </w:rPr>
            <w:t>scribir texto.</w:t>
          </w:r>
        </w:p>
      </w:docPartBody>
    </w:docPart>
    <w:docPart>
      <w:docPartPr>
        <w:name w:val="00CCA76DE9004F4898EE84D5AEBBDC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04E9AA-5AE9-476D-985C-793E63DFBF40}"/>
      </w:docPartPr>
      <w:docPartBody>
        <w:p w:rsidR="00DE5290" w:rsidRDefault="00DE5290">
          <w:pPr>
            <w:pStyle w:val="00CCA76DE9004F4898EE84D5AEBBDC53"/>
          </w:pPr>
          <w:r>
            <w:rPr>
              <w:rStyle w:val="Textodelmarcadordeposicin"/>
            </w:rPr>
            <w:t>E</w:t>
          </w:r>
          <w:r w:rsidRPr="00D9757D">
            <w:rPr>
              <w:rStyle w:val="Textodelmarcadordeposicin"/>
            </w:rPr>
            <w:t>scribir texto.</w:t>
          </w:r>
        </w:p>
      </w:docPartBody>
    </w:docPart>
    <w:docPart>
      <w:docPartPr>
        <w:name w:val="8D70A6E1463F4213888ECFF20768B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3661B3-21A3-4192-8812-64519FF912EE}"/>
      </w:docPartPr>
      <w:docPartBody>
        <w:p w:rsidR="00DE5290" w:rsidRDefault="00DE5290">
          <w:pPr>
            <w:pStyle w:val="8D70A6E1463F4213888ECFF20768BA38"/>
          </w:pPr>
          <w:r>
            <w:rPr>
              <w:rFonts w:eastAsia="Times New Roman"/>
              <w:lang w:eastAsia="es-CO"/>
            </w:rPr>
            <w:t xml:space="preserve">   </w:t>
          </w:r>
        </w:p>
      </w:docPartBody>
    </w:docPart>
    <w:docPart>
      <w:docPartPr>
        <w:name w:val="388B1F39945746C99717BF2939D674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B6C4C0-E1C9-401F-AB57-F1139EBBF790}"/>
      </w:docPartPr>
      <w:docPartBody>
        <w:p w:rsidR="00DE5290" w:rsidRDefault="00DE5290">
          <w:pPr>
            <w:pStyle w:val="388B1F39945746C99717BF2939D67445"/>
          </w:pPr>
          <w:r>
            <w:rPr>
              <w:rFonts w:eastAsia="Times New Roman"/>
              <w:lang w:eastAsia="es-CO"/>
            </w:rPr>
            <w:t xml:space="preserve">   </w:t>
          </w:r>
        </w:p>
      </w:docPartBody>
    </w:docPart>
    <w:docPart>
      <w:docPartPr>
        <w:name w:val="7D5EC0DA12814F2DB4F7394F8D75B2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2EE7EE-4561-4C75-9E77-4FC0C921D203}"/>
      </w:docPartPr>
      <w:docPartBody>
        <w:p w:rsidR="00DE5290" w:rsidRDefault="00DE5290">
          <w:pPr>
            <w:pStyle w:val="7D5EC0DA12814F2DB4F7394F8D75B202"/>
          </w:pPr>
          <w:r>
            <w:rPr>
              <w:rStyle w:val="Textodelmarcadordeposicin"/>
            </w:rPr>
            <w:t>E</w:t>
          </w:r>
          <w:r w:rsidRPr="00D9757D">
            <w:rPr>
              <w:rStyle w:val="Textodelmarcadordeposicin"/>
            </w:rPr>
            <w:t>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fortaa">
    <w:panose1 w:val="020F0303070200060003"/>
    <w:charset w:val="00"/>
    <w:family w:val="swiss"/>
    <w:pitch w:val="variable"/>
    <w:sig w:usb0="A00002BF" w:usb1="5000007B" w:usb2="00000000" w:usb3="00000000" w:csb0="0000009F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E5290"/>
    <w:rsid w:val="001B1466"/>
    <w:rsid w:val="004223A7"/>
    <w:rsid w:val="005258D1"/>
    <w:rsid w:val="00846984"/>
    <w:rsid w:val="00C65979"/>
    <w:rsid w:val="00CA3C3A"/>
    <w:rsid w:val="00DE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29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DE5290"/>
    <w:rPr>
      <w:color w:val="808080"/>
    </w:rPr>
  </w:style>
  <w:style w:type="paragraph" w:customStyle="1" w:styleId="31838E271BE0482D9892B5BFB541D1E8">
    <w:name w:val="31838E271BE0482D9892B5BFB541D1E8"/>
    <w:rsid w:val="00DE5290"/>
  </w:style>
  <w:style w:type="paragraph" w:customStyle="1" w:styleId="9C5EBA67E2AD4038A5B6A2BAAE57E62D">
    <w:name w:val="9C5EBA67E2AD4038A5B6A2BAAE57E62D"/>
    <w:rsid w:val="00DE5290"/>
  </w:style>
  <w:style w:type="paragraph" w:customStyle="1" w:styleId="693C6E1713784C30ADD00AC9B0D033ED">
    <w:name w:val="693C6E1713784C30ADD00AC9B0D033ED"/>
    <w:rsid w:val="00DE5290"/>
  </w:style>
  <w:style w:type="paragraph" w:customStyle="1" w:styleId="88D27A70239E4EE8BFAC817FD0BBF61E">
    <w:name w:val="88D27A70239E4EE8BFAC817FD0BBF61E"/>
    <w:rsid w:val="00DE5290"/>
  </w:style>
  <w:style w:type="paragraph" w:customStyle="1" w:styleId="7F3131B8B0164DFF80D29C103D74E8FC">
    <w:name w:val="7F3131B8B0164DFF80D29C103D74E8FC"/>
    <w:rsid w:val="00DE5290"/>
  </w:style>
  <w:style w:type="paragraph" w:customStyle="1" w:styleId="EB1112D6AC614A2A83036CEF92C08239">
    <w:name w:val="EB1112D6AC614A2A83036CEF92C08239"/>
    <w:rsid w:val="00DE5290"/>
  </w:style>
  <w:style w:type="paragraph" w:customStyle="1" w:styleId="6958C6003A224353B700461E21FBAD75">
    <w:name w:val="6958C6003A224353B700461E21FBAD75"/>
    <w:rsid w:val="00DE5290"/>
  </w:style>
  <w:style w:type="paragraph" w:customStyle="1" w:styleId="C79647DA68264AFFB0B34C2B8FA42FE1">
    <w:name w:val="C79647DA68264AFFB0B34C2B8FA42FE1"/>
    <w:rsid w:val="00DE5290"/>
  </w:style>
  <w:style w:type="paragraph" w:customStyle="1" w:styleId="00CCA76DE9004F4898EE84D5AEBBDC53">
    <w:name w:val="00CCA76DE9004F4898EE84D5AEBBDC53"/>
    <w:rsid w:val="00DE5290"/>
  </w:style>
  <w:style w:type="paragraph" w:customStyle="1" w:styleId="8D70A6E1463F4213888ECFF20768BA38">
    <w:name w:val="8D70A6E1463F4213888ECFF20768BA38"/>
    <w:rsid w:val="00DE5290"/>
  </w:style>
  <w:style w:type="paragraph" w:customStyle="1" w:styleId="388B1F39945746C99717BF2939D67445">
    <w:name w:val="388B1F39945746C99717BF2939D67445"/>
    <w:rsid w:val="00DE5290"/>
  </w:style>
  <w:style w:type="paragraph" w:customStyle="1" w:styleId="7D5EC0DA12814F2DB4F7394F8D75B202">
    <w:name w:val="7D5EC0DA12814F2DB4F7394F8D75B202"/>
    <w:rsid w:val="00DE5290"/>
  </w:style>
  <w:style w:type="paragraph" w:customStyle="1" w:styleId="196ABB8FBF88482BB3D3A99609A9BA02">
    <w:name w:val="196ABB8FBF88482BB3D3A99609A9BA02"/>
    <w:rsid w:val="00DE5290"/>
  </w:style>
  <w:style w:type="paragraph" w:customStyle="1" w:styleId="339B5D78027F46BA9877B3D982783537">
    <w:name w:val="339B5D78027F46BA9877B3D982783537"/>
    <w:rsid w:val="00DE529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8E456-48FF-4D98-84F1-EBE233413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F-GD- 01 - Plantilla Procesos Nuevos V.01</Template>
  <TotalTime>0</TotalTime>
  <Pages>2</Pages>
  <Words>130</Words>
  <Characters>717</Characters>
  <Application>Microsoft Office Word</Application>
  <DocSecurity>2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OPA LTDA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lider_rechumanos</dc:creator>
  <cp:lastModifiedBy>mer.marketing1</cp:lastModifiedBy>
  <cp:revision>2</cp:revision>
  <cp:lastPrinted>2012-04-13T21:28:00Z</cp:lastPrinted>
  <dcterms:created xsi:type="dcterms:W3CDTF">2017-02-17T16:36:00Z</dcterms:created>
  <dcterms:modified xsi:type="dcterms:W3CDTF">2017-02-17T16:36:00Z</dcterms:modified>
</cp:coreProperties>
</file>